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56"/>
        <w:tblW w:w="0" w:type="auto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175"/>
        <w:gridCol w:w="250"/>
        <w:gridCol w:w="4394"/>
        <w:gridCol w:w="76"/>
      </w:tblGrid>
      <w:tr w:rsidR="00223A3A" w:rsidRPr="00FB716C" w:rsidTr="00173832">
        <w:tc>
          <w:tcPr>
            <w:tcW w:w="4536" w:type="dxa"/>
            <w:gridSpan w:val="2"/>
            <w:vAlign w:val="center"/>
          </w:tcPr>
          <w:p w:rsidR="00223A3A" w:rsidRPr="00311E08" w:rsidRDefault="00EC60C9" w:rsidP="00173832">
            <w:pPr>
              <w:spacing w:line="300" w:lineRule="exact"/>
              <w:ind w:right="351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72CB0728" wp14:editId="71DE8276">
                  <wp:simplePos x="0" y="0"/>
                  <wp:positionH relativeFrom="margin">
                    <wp:posOffset>2647950</wp:posOffset>
                  </wp:positionH>
                  <wp:positionV relativeFrom="margin">
                    <wp:posOffset>112395</wp:posOffset>
                  </wp:positionV>
                  <wp:extent cx="777240" cy="766445"/>
                  <wp:effectExtent l="0" t="0" r="3810" b="0"/>
                  <wp:wrapNone/>
                  <wp:docPr id="1" name="Рисунок 1" descr="C:\Users\uprdocsopr2\Documents\Бланки УП-880\Для ЭП\КМ письмо углов\КМ псиьмо угло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prdocsopr2\Documents\Бланки УП-880\Для ЭП\КМ письмо углов\КМ псиьмо угло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62" t="6548" r="67961" b="862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3A3A" w:rsidRPr="00311E08">
              <w:rPr>
                <w:noProof/>
                <w:sz w:val="28"/>
                <w:szCs w:val="28"/>
              </w:rPr>
              <w:t>МИНИСТЕРСТВО</w:t>
            </w:r>
          </w:p>
          <w:p w:rsidR="00223A3A" w:rsidRPr="00311E08" w:rsidRDefault="00223A3A" w:rsidP="00173832">
            <w:pPr>
              <w:spacing w:line="300" w:lineRule="exact"/>
              <w:ind w:right="351"/>
              <w:jc w:val="center"/>
              <w:rPr>
                <w:noProof/>
                <w:sz w:val="28"/>
                <w:szCs w:val="28"/>
              </w:rPr>
            </w:pPr>
            <w:r w:rsidRPr="00311E08">
              <w:rPr>
                <w:noProof/>
                <w:sz w:val="28"/>
                <w:szCs w:val="28"/>
              </w:rPr>
              <w:t>ЗДРАВООХРАНЕНИЯ</w:t>
            </w:r>
          </w:p>
          <w:p w:rsidR="00223A3A" w:rsidRPr="00464664" w:rsidRDefault="00223A3A" w:rsidP="00173832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311E08">
              <w:rPr>
                <w:noProof/>
                <w:sz w:val="28"/>
                <w:szCs w:val="28"/>
              </w:rPr>
              <w:t>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223A3A" w:rsidRPr="00FB716C" w:rsidRDefault="00223A3A" w:rsidP="00173832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223A3A" w:rsidRPr="00F2216A" w:rsidRDefault="00223A3A" w:rsidP="00173832">
            <w:pPr>
              <w:spacing w:line="300" w:lineRule="exact"/>
              <w:ind w:right="-174"/>
              <w:jc w:val="center"/>
              <w:rPr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>ТАТАРСТАН</w:t>
            </w:r>
            <w:r>
              <w:rPr>
                <w:sz w:val="28"/>
                <w:szCs w:val="28"/>
              </w:rPr>
              <w:t xml:space="preserve"> </w:t>
            </w:r>
            <w:r w:rsidRPr="0034676F">
              <w:rPr>
                <w:sz w:val="28"/>
                <w:szCs w:val="28"/>
              </w:rPr>
              <w:t xml:space="preserve"> РЕСПУБЛИКАСЫ</w:t>
            </w:r>
          </w:p>
          <w:p w:rsidR="00223A3A" w:rsidRPr="00311E08" w:rsidRDefault="00223A3A" w:rsidP="00173832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311E08">
              <w:rPr>
                <w:sz w:val="28"/>
                <w:szCs w:val="28"/>
              </w:rPr>
              <w:t>СӘЛАМӘТЛЕК САКЛАУ</w:t>
            </w:r>
          </w:p>
          <w:p w:rsidR="00223A3A" w:rsidRPr="00FB716C" w:rsidRDefault="00223A3A" w:rsidP="00173832">
            <w:pPr>
              <w:spacing w:line="300" w:lineRule="exact"/>
              <w:ind w:left="317" w:right="-174"/>
              <w:rPr>
                <w:b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311E08">
              <w:rPr>
                <w:sz w:val="28"/>
                <w:szCs w:val="28"/>
              </w:rPr>
              <w:t>МИНИСТРЛЫГЫ</w:t>
            </w:r>
          </w:p>
        </w:tc>
      </w:tr>
      <w:tr w:rsidR="00223A3A" w:rsidRPr="00F75D89" w:rsidTr="00173832">
        <w:tc>
          <w:tcPr>
            <w:tcW w:w="4536" w:type="dxa"/>
            <w:gridSpan w:val="2"/>
          </w:tcPr>
          <w:p w:rsidR="00223A3A" w:rsidRPr="00F75D89" w:rsidRDefault="00223A3A" w:rsidP="00173832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:rsidR="00223A3A" w:rsidRPr="00F75D89" w:rsidRDefault="00223A3A" w:rsidP="00173832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470" w:type="dxa"/>
            <w:gridSpan w:val="2"/>
          </w:tcPr>
          <w:p w:rsidR="00223A3A" w:rsidRPr="00F75D89" w:rsidRDefault="00223A3A" w:rsidP="00173832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223A3A" w:rsidRPr="00FB716C" w:rsidTr="00173832">
        <w:tc>
          <w:tcPr>
            <w:tcW w:w="4536" w:type="dxa"/>
            <w:gridSpan w:val="2"/>
            <w:vAlign w:val="center"/>
          </w:tcPr>
          <w:p w:rsidR="00223A3A" w:rsidRPr="00311E08" w:rsidRDefault="00223A3A" w:rsidP="00173832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>
              <w:rPr>
                <w:spacing w:val="-6"/>
                <w:sz w:val="20"/>
                <w:szCs w:val="20"/>
              </w:rPr>
              <w:t>ул</w:t>
            </w:r>
            <w:proofErr w:type="gramStart"/>
            <w:r>
              <w:rPr>
                <w:spacing w:val="-6"/>
                <w:sz w:val="20"/>
                <w:szCs w:val="20"/>
              </w:rPr>
              <w:t>.О</w:t>
            </w:r>
            <w:proofErr w:type="gramEnd"/>
            <w:r>
              <w:rPr>
                <w:spacing w:val="-6"/>
                <w:sz w:val="20"/>
                <w:szCs w:val="20"/>
              </w:rPr>
              <w:t>стровского</w:t>
            </w:r>
            <w:proofErr w:type="spellEnd"/>
            <w:r w:rsidRPr="00311E08">
              <w:rPr>
                <w:spacing w:val="-6"/>
                <w:sz w:val="20"/>
                <w:szCs w:val="20"/>
              </w:rPr>
              <w:t xml:space="preserve">, д. 11/6, </w:t>
            </w:r>
          </w:p>
          <w:p w:rsidR="00223A3A" w:rsidRDefault="00223A3A" w:rsidP="00173832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311E08">
              <w:rPr>
                <w:spacing w:val="-6"/>
                <w:sz w:val="20"/>
                <w:szCs w:val="20"/>
              </w:rPr>
              <w:t>город Казань, 420111</w:t>
            </w:r>
          </w:p>
        </w:tc>
        <w:tc>
          <w:tcPr>
            <w:tcW w:w="817" w:type="dxa"/>
            <w:gridSpan w:val="3"/>
            <w:vAlign w:val="center"/>
          </w:tcPr>
          <w:p w:rsidR="00223A3A" w:rsidRPr="00FB716C" w:rsidRDefault="00223A3A" w:rsidP="00173832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223A3A" w:rsidRPr="00311E08" w:rsidRDefault="00223A3A" w:rsidP="00173832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  <w:lang w:val="tt-RU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Островский ур., 11/6</w:t>
            </w:r>
            <w:r w:rsidR="00AA4F76">
              <w:rPr>
                <w:spacing w:val="-6"/>
                <w:sz w:val="20"/>
                <w:szCs w:val="20"/>
                <w:lang w:val="tt-RU"/>
              </w:rPr>
              <w:t xml:space="preserve"> </w:t>
            </w:r>
            <w:r>
              <w:rPr>
                <w:spacing w:val="-6"/>
                <w:sz w:val="20"/>
                <w:szCs w:val="20"/>
                <w:lang w:val="tt-RU"/>
              </w:rPr>
              <w:t>нчы йорт</w:t>
            </w:r>
            <w:r w:rsidRPr="00311E08">
              <w:rPr>
                <w:spacing w:val="-6"/>
                <w:sz w:val="20"/>
                <w:szCs w:val="20"/>
                <w:lang w:val="tt-RU"/>
              </w:rPr>
              <w:t xml:space="preserve">, </w:t>
            </w:r>
          </w:p>
          <w:p w:rsidR="00223A3A" w:rsidRPr="00FB716C" w:rsidRDefault="00223A3A" w:rsidP="00173832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311E08">
              <w:rPr>
                <w:spacing w:val="-6"/>
                <w:sz w:val="20"/>
                <w:szCs w:val="20"/>
                <w:lang w:val="tt-RU"/>
              </w:rPr>
              <w:t>Казан шәһәре, 420111</w:t>
            </w:r>
          </w:p>
        </w:tc>
      </w:tr>
      <w:tr w:rsidR="00223A3A" w:rsidRPr="00ED6307" w:rsidTr="00173832">
        <w:trPr>
          <w:trHeight w:val="431"/>
        </w:trPr>
        <w:tc>
          <w:tcPr>
            <w:tcW w:w="4928" w:type="dxa"/>
            <w:gridSpan w:val="3"/>
          </w:tcPr>
          <w:p w:rsidR="00223A3A" w:rsidRPr="00AC4547" w:rsidRDefault="00223A3A" w:rsidP="00173832">
            <w:pPr>
              <w:ind w:left="-103" w:right="187"/>
              <w:jc w:val="center"/>
              <w:rPr>
                <w:spacing w:val="-6"/>
                <w:sz w:val="4"/>
                <w:szCs w:val="4"/>
              </w:rPr>
            </w:pPr>
          </w:p>
        </w:tc>
        <w:tc>
          <w:tcPr>
            <w:tcW w:w="4895" w:type="dxa"/>
            <w:gridSpan w:val="4"/>
          </w:tcPr>
          <w:p w:rsidR="00223A3A" w:rsidRPr="00ED6307" w:rsidRDefault="00223A3A" w:rsidP="00173832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223A3A" w:rsidRPr="00311E08" w:rsidTr="00173832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</w:tcPr>
          <w:p w:rsidR="00223A3A" w:rsidRPr="00311E08" w:rsidRDefault="00223A3A" w:rsidP="00173832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Телефон:</w:t>
            </w:r>
            <w:r w:rsidRPr="00DD4682">
              <w:rPr>
                <w:sz w:val="20"/>
                <w:szCs w:val="20"/>
              </w:rPr>
              <w:t xml:space="preserve"> (843) </w:t>
            </w:r>
            <w:r w:rsidRPr="00311E08">
              <w:rPr>
                <w:sz w:val="20"/>
                <w:szCs w:val="20"/>
              </w:rPr>
              <w:t>231-79-98</w:t>
            </w:r>
            <w:r w:rsidRPr="00DD4682">
              <w:rPr>
                <w:sz w:val="20"/>
                <w:szCs w:val="20"/>
              </w:rPr>
              <w:t xml:space="preserve">, </w:t>
            </w:r>
            <w:r w:rsidRPr="00D030BF">
              <w:rPr>
                <w:sz w:val="20"/>
                <w:szCs w:val="20"/>
              </w:rPr>
              <w:t>факс</w:t>
            </w:r>
            <w:r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</w:t>
            </w:r>
            <w:r w:rsidRPr="00311E08">
              <w:rPr>
                <w:sz w:val="20"/>
                <w:szCs w:val="20"/>
              </w:rPr>
              <w:t>238-41-44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E</w:t>
            </w:r>
            <w:r w:rsidRPr="00311E0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311E08">
              <w:rPr>
                <w:sz w:val="20"/>
                <w:szCs w:val="20"/>
              </w:rPr>
              <w:t>:</w:t>
            </w:r>
            <w:r w:rsidRPr="00311E08">
              <w:rPr>
                <w:sz w:val="20"/>
                <w:szCs w:val="20"/>
                <w:lang w:val="en-US"/>
              </w:rPr>
              <w:t>minzdrav</w:t>
            </w:r>
            <w:r w:rsidRPr="00311E08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  <w:lang w:val="en-US"/>
              </w:rPr>
              <w:t>tatar</w:t>
            </w:r>
            <w:r w:rsidRPr="00311E08">
              <w:rPr>
                <w:sz w:val="20"/>
                <w:szCs w:val="20"/>
              </w:rPr>
              <w:t>.</w:t>
            </w:r>
            <w:proofErr w:type="spellStart"/>
            <w:r w:rsidRPr="00311E08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311E0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сайт:</w:t>
            </w:r>
            <w:r w:rsidRPr="00311E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http</w:t>
            </w:r>
            <w:r w:rsidRPr="00311E08">
              <w:rPr>
                <w:sz w:val="20"/>
                <w:szCs w:val="20"/>
              </w:rPr>
              <w:t>://</w:t>
            </w:r>
            <w:r w:rsidRPr="0045643A">
              <w:rPr>
                <w:rStyle w:val="HTML"/>
                <w:i w:val="0"/>
                <w:sz w:val="20"/>
                <w:szCs w:val="20"/>
              </w:rPr>
              <w:t>minzdrav.tatarstan.ru</w:t>
            </w:r>
          </w:p>
        </w:tc>
      </w:tr>
      <w:tr w:rsidR="00223A3A" w:rsidRPr="00311E08" w:rsidTr="00173832">
        <w:trPr>
          <w:gridBefore w:val="1"/>
          <w:gridAfter w:val="1"/>
          <w:wBefore w:w="108" w:type="dxa"/>
          <w:wAfter w:w="76" w:type="dxa"/>
        </w:trPr>
        <w:tc>
          <w:tcPr>
            <w:tcW w:w="4995" w:type="dxa"/>
            <w:gridSpan w:val="3"/>
            <w:tcBorders>
              <w:top w:val="single" w:sz="12" w:space="0" w:color="auto"/>
            </w:tcBorders>
          </w:tcPr>
          <w:p w:rsidR="00223A3A" w:rsidRPr="00311E08" w:rsidRDefault="00223A3A" w:rsidP="00173832">
            <w:pPr>
              <w:jc w:val="center"/>
              <w:rPr>
                <w:sz w:val="16"/>
              </w:rPr>
            </w:pPr>
          </w:p>
        </w:tc>
        <w:tc>
          <w:tcPr>
            <w:tcW w:w="4644" w:type="dxa"/>
            <w:gridSpan w:val="2"/>
            <w:tcBorders>
              <w:top w:val="single" w:sz="12" w:space="0" w:color="auto"/>
            </w:tcBorders>
          </w:tcPr>
          <w:p w:rsidR="00223A3A" w:rsidRPr="00311E08" w:rsidRDefault="00223A3A" w:rsidP="00173832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223A3A" w:rsidRPr="00F75D89" w:rsidTr="00173832">
        <w:tc>
          <w:tcPr>
            <w:tcW w:w="5103" w:type="dxa"/>
            <w:gridSpan w:val="4"/>
          </w:tcPr>
          <w:p w:rsidR="00223A3A" w:rsidRPr="00F75D89" w:rsidRDefault="00223A3A" w:rsidP="00173832">
            <w:pPr>
              <w:spacing w:line="360" w:lineRule="auto"/>
              <w:ind w:left="142"/>
              <w:jc w:val="both"/>
            </w:pPr>
            <w:r w:rsidRPr="00F75D89">
              <w:t>______________ № ______________</w:t>
            </w:r>
          </w:p>
        </w:tc>
        <w:tc>
          <w:tcPr>
            <w:tcW w:w="4720" w:type="dxa"/>
            <w:gridSpan w:val="3"/>
          </w:tcPr>
          <w:p w:rsidR="00223A3A" w:rsidRPr="00F75D89" w:rsidRDefault="00223A3A" w:rsidP="00173832">
            <w:pPr>
              <w:ind w:left="-8" w:right="-110"/>
              <w:jc w:val="center"/>
            </w:pPr>
          </w:p>
        </w:tc>
      </w:tr>
      <w:tr w:rsidR="00223A3A" w:rsidRPr="00F75D89" w:rsidTr="00173832">
        <w:trPr>
          <w:trHeight w:val="332"/>
        </w:trPr>
        <w:tc>
          <w:tcPr>
            <w:tcW w:w="5103" w:type="dxa"/>
            <w:gridSpan w:val="4"/>
          </w:tcPr>
          <w:p w:rsidR="00223A3A" w:rsidRPr="00F75D89" w:rsidRDefault="00223A3A" w:rsidP="00173832">
            <w:pPr>
              <w:ind w:left="142"/>
              <w:jc w:val="both"/>
            </w:pPr>
            <w:r w:rsidRPr="00F75D89">
              <w:t>На № __________________________</w:t>
            </w:r>
          </w:p>
        </w:tc>
        <w:tc>
          <w:tcPr>
            <w:tcW w:w="4720" w:type="dxa"/>
            <w:gridSpan w:val="3"/>
          </w:tcPr>
          <w:p w:rsidR="00223A3A" w:rsidRPr="00F75D89" w:rsidRDefault="00223A3A" w:rsidP="00173832">
            <w:pPr>
              <w:ind w:left="-8" w:right="-110"/>
              <w:jc w:val="center"/>
            </w:pPr>
          </w:p>
        </w:tc>
      </w:tr>
    </w:tbl>
    <w:p w:rsidR="00720C96" w:rsidRPr="00720C96" w:rsidRDefault="00720C96" w:rsidP="00720C96">
      <w:pPr>
        <w:ind w:left="6521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 xml:space="preserve">Руководителям </w:t>
      </w:r>
    </w:p>
    <w:p w:rsidR="00720C96" w:rsidRDefault="00720C96" w:rsidP="00720C96">
      <w:pPr>
        <w:ind w:left="6521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>медицинских организаций Республики Татарстан</w:t>
      </w:r>
    </w:p>
    <w:p w:rsidR="00720C96" w:rsidRDefault="00720C96" w:rsidP="00720C96">
      <w:pPr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ind w:left="6521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>Руководителям муниципальных образований Республики Татарстан</w:t>
      </w:r>
    </w:p>
    <w:p w:rsidR="00720C96" w:rsidRPr="00720C96" w:rsidRDefault="00720C96" w:rsidP="00720C96">
      <w:pPr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lang w:eastAsia="en-US"/>
        </w:rPr>
      </w:pPr>
      <w:r w:rsidRPr="00720C96">
        <w:rPr>
          <w:rFonts w:eastAsia="Calibri"/>
          <w:lang w:eastAsia="en-US"/>
        </w:rPr>
        <w:t xml:space="preserve">О реализации целевого обучения </w:t>
      </w:r>
    </w:p>
    <w:p w:rsidR="00720C96" w:rsidRPr="00720C96" w:rsidRDefault="00720C96" w:rsidP="00720C96">
      <w:pPr>
        <w:jc w:val="both"/>
        <w:rPr>
          <w:rFonts w:eastAsia="Calibri"/>
          <w:lang w:eastAsia="en-US"/>
        </w:rPr>
      </w:pPr>
      <w:r w:rsidRPr="00720C96">
        <w:rPr>
          <w:rFonts w:eastAsia="Calibri"/>
          <w:lang w:eastAsia="en-US"/>
        </w:rPr>
        <w:t xml:space="preserve">в образовательных </w:t>
      </w:r>
      <w:proofErr w:type="gramStart"/>
      <w:r w:rsidRPr="00720C96">
        <w:rPr>
          <w:rFonts w:eastAsia="Calibri"/>
          <w:lang w:eastAsia="en-US"/>
        </w:rPr>
        <w:t>организациях</w:t>
      </w:r>
      <w:proofErr w:type="gramEnd"/>
      <w:r w:rsidRPr="00720C96">
        <w:rPr>
          <w:rFonts w:eastAsia="Calibri"/>
          <w:lang w:eastAsia="en-US"/>
        </w:rPr>
        <w:t xml:space="preserve"> </w:t>
      </w:r>
    </w:p>
    <w:p w:rsidR="00720C96" w:rsidRPr="00720C96" w:rsidRDefault="00720C96" w:rsidP="00720C96">
      <w:pPr>
        <w:jc w:val="both"/>
        <w:rPr>
          <w:rFonts w:eastAsia="Calibri"/>
          <w:lang w:eastAsia="en-US"/>
        </w:rPr>
      </w:pPr>
      <w:r w:rsidRPr="00720C96">
        <w:rPr>
          <w:rFonts w:eastAsia="Calibri"/>
          <w:lang w:eastAsia="en-US"/>
        </w:rPr>
        <w:t>высшего медицинского образования</w:t>
      </w: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center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>Уважаемые руководители!</w:t>
      </w: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>В целях обеспечения государственных учреждений здравоохранения Республики Татарстан высококвалифицированными кадрами, а также создания условий для гарантированного закрепления специалистов в организации Министерством здравоохранения Республики Татарстан реализуются мероприятия по направлению на обучение по квотам целевого приема в образовательные организации высшего образования по направлению медицинской деятельности.</w:t>
      </w:r>
    </w:p>
    <w:p w:rsidR="00720C96" w:rsidRPr="00720C96" w:rsidRDefault="00720C96" w:rsidP="00720C9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>В связи с чем, прошу в срок до 1 мая 2022 года направить в Министерство здравоохранения Республики Татарстан заявку, оформленную на официальном бланке организации</w:t>
      </w:r>
      <w:r>
        <w:rPr>
          <w:rFonts w:eastAsia="Calibri"/>
          <w:sz w:val="28"/>
          <w:szCs w:val="28"/>
          <w:lang w:eastAsia="en-US"/>
        </w:rPr>
        <w:t>,</w:t>
      </w:r>
      <w:r w:rsidRPr="00720C96">
        <w:rPr>
          <w:rFonts w:eastAsia="Calibri"/>
          <w:sz w:val="28"/>
          <w:szCs w:val="28"/>
          <w:lang w:eastAsia="en-US"/>
        </w:rPr>
        <w:t xml:space="preserve"> по форме согласно приложению №</w:t>
      </w:r>
      <w:r w:rsidR="00885947" w:rsidRPr="00885947">
        <w:rPr>
          <w:rFonts w:eastAsia="Calibri"/>
          <w:sz w:val="28"/>
          <w:szCs w:val="28"/>
          <w:lang w:eastAsia="en-US"/>
        </w:rPr>
        <w:t xml:space="preserve"> </w:t>
      </w:r>
      <w:r w:rsidRPr="00720C96">
        <w:rPr>
          <w:rFonts w:eastAsia="Calibri"/>
          <w:sz w:val="28"/>
          <w:szCs w:val="28"/>
          <w:lang w:eastAsia="en-US"/>
        </w:rPr>
        <w:t>1 к настоящему письму, с приложением соглашения о намерениях трудоустройства выпускника в соответствии с приложением №</w:t>
      </w:r>
      <w:r w:rsidR="00885947" w:rsidRPr="00885947">
        <w:rPr>
          <w:rFonts w:eastAsia="Calibri"/>
          <w:sz w:val="28"/>
          <w:szCs w:val="28"/>
          <w:lang w:eastAsia="en-US"/>
        </w:rPr>
        <w:t xml:space="preserve"> </w:t>
      </w:r>
      <w:r w:rsidRPr="00720C96">
        <w:rPr>
          <w:rFonts w:eastAsia="Calibri"/>
          <w:sz w:val="28"/>
          <w:szCs w:val="28"/>
          <w:lang w:eastAsia="en-US"/>
        </w:rPr>
        <w:t>2 к настоящему письму. Заявки, представленные после 1 мая 2022 года рассматриваться не будут.</w:t>
      </w:r>
    </w:p>
    <w:p w:rsidR="00720C96" w:rsidRPr="00720C96" w:rsidRDefault="00720C96" w:rsidP="00720C9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>В срок до 20 июля 2022 года представить информацию о результатах единого государственного экзамена/результаты вступительных испытаний</w:t>
      </w:r>
      <w:r w:rsidR="00885947">
        <w:rPr>
          <w:rFonts w:eastAsia="Calibri"/>
          <w:sz w:val="28"/>
          <w:szCs w:val="28"/>
          <w:lang w:eastAsia="en-US"/>
        </w:rPr>
        <w:t>,</w:t>
      </w:r>
      <w:r w:rsidRPr="00720C96">
        <w:rPr>
          <w:rFonts w:eastAsia="Calibri"/>
          <w:sz w:val="28"/>
          <w:szCs w:val="28"/>
          <w:lang w:eastAsia="en-US"/>
        </w:rPr>
        <w:t xml:space="preserve"> проводимых образовательной организацией</w:t>
      </w:r>
      <w:r w:rsidR="00FB567B">
        <w:rPr>
          <w:rFonts w:eastAsia="Calibri"/>
          <w:sz w:val="28"/>
          <w:szCs w:val="28"/>
          <w:lang w:eastAsia="en-US"/>
        </w:rPr>
        <w:t>,</w:t>
      </w:r>
      <w:r w:rsidRPr="00720C96">
        <w:rPr>
          <w:rFonts w:eastAsia="Calibri"/>
          <w:sz w:val="28"/>
          <w:szCs w:val="28"/>
          <w:lang w:eastAsia="en-US"/>
        </w:rPr>
        <w:t xml:space="preserve"> на каждого претендента по форме согласно приложению №</w:t>
      </w:r>
      <w:r w:rsidR="00885947" w:rsidRPr="00885947">
        <w:rPr>
          <w:rFonts w:eastAsia="Calibri"/>
          <w:sz w:val="28"/>
          <w:szCs w:val="28"/>
          <w:lang w:eastAsia="en-US"/>
        </w:rPr>
        <w:t xml:space="preserve"> </w:t>
      </w:r>
      <w:r w:rsidRPr="00720C96">
        <w:rPr>
          <w:rFonts w:eastAsia="Calibri"/>
          <w:sz w:val="28"/>
          <w:szCs w:val="28"/>
          <w:lang w:eastAsia="en-US"/>
        </w:rPr>
        <w:t>3 к настоящему письму.</w:t>
      </w:r>
    </w:p>
    <w:p w:rsidR="00720C96" w:rsidRPr="00720C96" w:rsidRDefault="00720C96" w:rsidP="00720C9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>Сообщаем, что на основании представленных документов, в соответствии с установленной Министерством здравоохра</w:t>
      </w:r>
      <w:r w:rsidR="00AA78B9">
        <w:rPr>
          <w:rFonts w:eastAsia="Calibri"/>
          <w:sz w:val="28"/>
          <w:szCs w:val="28"/>
          <w:lang w:eastAsia="en-US"/>
        </w:rPr>
        <w:t>н</w:t>
      </w:r>
      <w:r w:rsidR="008D2EC2">
        <w:rPr>
          <w:rFonts w:eastAsia="Calibri"/>
          <w:sz w:val="28"/>
          <w:szCs w:val="28"/>
          <w:lang w:eastAsia="en-US"/>
        </w:rPr>
        <w:t>ения Российской Федерации квотой</w:t>
      </w:r>
      <w:r w:rsidRPr="00720C96">
        <w:rPr>
          <w:rFonts w:eastAsia="Calibri"/>
          <w:sz w:val="28"/>
          <w:szCs w:val="28"/>
          <w:lang w:eastAsia="en-US"/>
        </w:rPr>
        <w:t xml:space="preserve"> приема на целевое обучение и правилам</w:t>
      </w:r>
      <w:r w:rsidR="00885947">
        <w:rPr>
          <w:rFonts w:eastAsia="Calibri"/>
          <w:sz w:val="28"/>
          <w:szCs w:val="28"/>
          <w:lang w:eastAsia="en-US"/>
        </w:rPr>
        <w:t>и</w:t>
      </w:r>
      <w:r w:rsidRPr="00720C96">
        <w:rPr>
          <w:rFonts w:eastAsia="Calibri"/>
          <w:sz w:val="28"/>
          <w:szCs w:val="28"/>
          <w:lang w:eastAsia="en-US"/>
        </w:rPr>
        <w:t xml:space="preserve"> приема в образовательные организации</w:t>
      </w:r>
      <w:r w:rsidR="00FB567B">
        <w:rPr>
          <w:rFonts w:eastAsia="Calibri"/>
          <w:sz w:val="28"/>
          <w:szCs w:val="28"/>
          <w:lang w:eastAsia="en-US"/>
        </w:rPr>
        <w:t>,</w:t>
      </w:r>
      <w:r w:rsidRPr="00720C96">
        <w:rPr>
          <w:rFonts w:eastAsia="Calibri"/>
          <w:sz w:val="28"/>
          <w:szCs w:val="28"/>
          <w:lang w:eastAsia="en-US"/>
        </w:rPr>
        <w:t xml:space="preserve"> </w:t>
      </w:r>
      <w:r w:rsidRPr="00720C96">
        <w:rPr>
          <w:rFonts w:eastAsia="Calibri"/>
          <w:sz w:val="28"/>
          <w:szCs w:val="28"/>
          <w:lang w:eastAsia="en-US"/>
        </w:rPr>
        <w:lastRenderedPageBreak/>
        <w:t xml:space="preserve">между Министерством здравоохранения Республики Татарстан и обучающимся будет заключен договор о целевом обучении по программам </w:t>
      </w:r>
      <w:proofErr w:type="spellStart"/>
      <w:r w:rsidRPr="00720C96">
        <w:rPr>
          <w:rFonts w:eastAsia="Calibri"/>
          <w:sz w:val="28"/>
          <w:szCs w:val="28"/>
          <w:lang w:eastAsia="en-US"/>
        </w:rPr>
        <w:t>специалитета</w:t>
      </w:r>
      <w:proofErr w:type="spellEnd"/>
      <w:r w:rsidRPr="00720C96">
        <w:rPr>
          <w:rFonts w:eastAsia="Calibri"/>
          <w:sz w:val="28"/>
          <w:szCs w:val="28"/>
          <w:lang w:eastAsia="en-US"/>
        </w:rPr>
        <w:t>.</w:t>
      </w:r>
    </w:p>
    <w:p w:rsidR="00720C96" w:rsidRPr="00720C96" w:rsidRDefault="00720C96" w:rsidP="00720C9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>Дополнительно сообщаем, что в случае превышения количества претендентов на обучение квот</w:t>
      </w:r>
      <w:r w:rsidR="008D2EC2">
        <w:rPr>
          <w:rFonts w:eastAsia="Calibri"/>
          <w:sz w:val="28"/>
          <w:szCs w:val="28"/>
          <w:lang w:eastAsia="en-US"/>
        </w:rPr>
        <w:t>ы</w:t>
      </w:r>
      <w:bookmarkStart w:id="0" w:name="_GoBack"/>
      <w:bookmarkEnd w:id="0"/>
      <w:r w:rsidRPr="00720C96">
        <w:rPr>
          <w:rFonts w:eastAsia="Calibri"/>
          <w:sz w:val="28"/>
          <w:szCs w:val="28"/>
          <w:lang w:eastAsia="en-US"/>
        </w:rPr>
        <w:t xml:space="preserve"> приема на целевое обучение договора будут </w:t>
      </w:r>
      <w:proofErr w:type="gramStart"/>
      <w:r w:rsidRPr="00720C96">
        <w:rPr>
          <w:rFonts w:eastAsia="Calibri"/>
          <w:sz w:val="28"/>
          <w:szCs w:val="28"/>
          <w:lang w:eastAsia="en-US"/>
        </w:rPr>
        <w:t>заключатся</w:t>
      </w:r>
      <w:proofErr w:type="gramEnd"/>
      <w:r w:rsidRPr="00720C96">
        <w:rPr>
          <w:rFonts w:eastAsia="Calibri"/>
          <w:sz w:val="28"/>
          <w:szCs w:val="28"/>
          <w:lang w:eastAsia="en-US"/>
        </w:rPr>
        <w:t xml:space="preserve"> с обучающими</w:t>
      </w:r>
      <w:r w:rsidR="00885947">
        <w:rPr>
          <w:rFonts w:eastAsia="Calibri"/>
          <w:sz w:val="28"/>
          <w:szCs w:val="28"/>
          <w:lang w:eastAsia="en-US"/>
        </w:rPr>
        <w:t>ся,</w:t>
      </w:r>
      <w:r w:rsidRPr="00720C96">
        <w:rPr>
          <w:rFonts w:eastAsia="Calibri"/>
          <w:sz w:val="28"/>
          <w:szCs w:val="28"/>
          <w:lang w:eastAsia="en-US"/>
        </w:rPr>
        <w:t xml:space="preserve"> набравшими наибольшее количество баллов единого государственного экзамена (без учета дополнительных баллов за индивидуальные достижения), но не менее одного на каждый муниципальный район.</w:t>
      </w:r>
    </w:p>
    <w:p w:rsidR="00720C96" w:rsidRPr="00720C96" w:rsidRDefault="00720C96" w:rsidP="00720C9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 xml:space="preserve">Приложение: на </w:t>
      </w:r>
      <w:r w:rsidR="00885947">
        <w:rPr>
          <w:rFonts w:eastAsia="Calibri"/>
          <w:sz w:val="28"/>
          <w:szCs w:val="28"/>
          <w:lang w:eastAsia="en-US"/>
        </w:rPr>
        <w:t>4</w:t>
      </w:r>
      <w:r w:rsidRPr="00720C96">
        <w:rPr>
          <w:rFonts w:eastAsia="Calibri"/>
          <w:sz w:val="28"/>
          <w:szCs w:val="28"/>
          <w:lang w:eastAsia="en-US"/>
        </w:rPr>
        <w:t xml:space="preserve"> л. в 1 экз.</w:t>
      </w: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  <w:r w:rsidRPr="00720C96">
        <w:rPr>
          <w:rFonts w:eastAsia="Calibri"/>
          <w:sz w:val="28"/>
          <w:szCs w:val="28"/>
          <w:lang w:eastAsia="en-US"/>
        </w:rPr>
        <w:t xml:space="preserve">Министр                                                                                                          </w:t>
      </w:r>
      <w:proofErr w:type="spellStart"/>
      <w:r w:rsidRPr="00720C96">
        <w:rPr>
          <w:rFonts w:eastAsia="Calibri"/>
          <w:sz w:val="28"/>
          <w:szCs w:val="28"/>
          <w:lang w:eastAsia="en-US"/>
        </w:rPr>
        <w:t>М.Н.Садыков</w:t>
      </w:r>
      <w:proofErr w:type="spellEnd"/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720C96" w:rsidRPr="00720C96" w:rsidRDefault="00720C96" w:rsidP="00720C96">
      <w:pPr>
        <w:jc w:val="both"/>
        <w:rPr>
          <w:rFonts w:eastAsia="Calibri"/>
          <w:sz w:val="28"/>
          <w:szCs w:val="28"/>
          <w:lang w:eastAsia="en-US"/>
        </w:rPr>
      </w:pPr>
    </w:p>
    <w:p w:rsidR="006221C5" w:rsidRPr="00A64A0A" w:rsidRDefault="00720C96" w:rsidP="00720C96">
      <w:pPr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720C96">
        <w:rPr>
          <w:rFonts w:eastAsia="Calibri"/>
          <w:sz w:val="22"/>
          <w:szCs w:val="22"/>
          <w:lang w:eastAsia="en-US"/>
        </w:rPr>
        <w:t>А.Н.Залялова</w:t>
      </w:r>
      <w:proofErr w:type="spellEnd"/>
      <w:r w:rsidRPr="00720C96">
        <w:rPr>
          <w:rFonts w:eastAsia="Calibri"/>
          <w:sz w:val="22"/>
          <w:szCs w:val="22"/>
          <w:lang w:eastAsia="en-US"/>
        </w:rPr>
        <w:t>, 231-79-17</w:t>
      </w:r>
    </w:p>
    <w:sectPr w:rsidR="006221C5" w:rsidRPr="00A64A0A" w:rsidSect="00035F3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03B" w:rsidRDefault="002D503B">
      <w:r>
        <w:separator/>
      </w:r>
    </w:p>
  </w:endnote>
  <w:endnote w:type="continuationSeparator" w:id="0">
    <w:p w:rsidR="002D503B" w:rsidRDefault="002D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7" w:rsidRDefault="005D76E7" w:rsidP="001A0A77">
    <w:pPr>
      <w:pStyle w:val="a5"/>
      <w:ind w:left="987" w:right="851" w:firstLine="68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7" w:rsidRDefault="005D76E7" w:rsidP="00E30EB3">
    <w:pPr>
      <w:pStyle w:val="a5"/>
      <w:ind w:left="987" w:right="851" w:firstLine="68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03B" w:rsidRDefault="002D503B">
      <w:r>
        <w:separator/>
      </w:r>
    </w:p>
  </w:footnote>
  <w:footnote w:type="continuationSeparator" w:id="0">
    <w:p w:rsidR="002D503B" w:rsidRDefault="002D5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7" w:rsidRDefault="00754806" w:rsidP="00E257B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D76E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D2EC2">
      <w:rPr>
        <w:rStyle w:val="ab"/>
        <w:noProof/>
      </w:rPr>
      <w:t>2</w:t>
    </w:r>
    <w:r>
      <w:rPr>
        <w:rStyle w:val="ab"/>
      </w:rPr>
      <w:fldChar w:fldCharType="end"/>
    </w:r>
  </w:p>
  <w:p w:rsidR="005D76E7" w:rsidRDefault="005D76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7" w:rsidRDefault="005D76E7" w:rsidP="001F794F">
    <w:pPr>
      <w:pStyle w:val="a3"/>
      <w:framePr w:wrap="around" w:vAnchor="text" w:hAnchor="page" w:x="6175" w:y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799478"/>
      <w:docPartObj>
        <w:docPartGallery w:val="Page Numbers (Top of Page)"/>
        <w:docPartUnique/>
      </w:docPartObj>
    </w:sdtPr>
    <w:sdtEndPr/>
    <w:sdtContent>
      <w:p w:rsidR="00035F32" w:rsidRDefault="00035F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35F32" w:rsidRDefault="00035F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EF"/>
    <w:multiLevelType w:val="hybridMultilevel"/>
    <w:tmpl w:val="9B5EC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86959"/>
    <w:multiLevelType w:val="hybridMultilevel"/>
    <w:tmpl w:val="C19AB82C"/>
    <w:lvl w:ilvl="0" w:tplc="4F56EB5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AE4F80"/>
    <w:multiLevelType w:val="hybridMultilevel"/>
    <w:tmpl w:val="0958B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15438"/>
    <w:multiLevelType w:val="hybridMultilevel"/>
    <w:tmpl w:val="0DEEA69A"/>
    <w:lvl w:ilvl="0" w:tplc="A73AD2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8B7541"/>
    <w:multiLevelType w:val="hybridMultilevel"/>
    <w:tmpl w:val="84403406"/>
    <w:lvl w:ilvl="0" w:tplc="E1F88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65476A"/>
    <w:multiLevelType w:val="hybridMultilevel"/>
    <w:tmpl w:val="D5B86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173F84"/>
    <w:multiLevelType w:val="hybridMultilevel"/>
    <w:tmpl w:val="B97C814E"/>
    <w:lvl w:ilvl="0" w:tplc="02782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F8E638D"/>
    <w:multiLevelType w:val="hybridMultilevel"/>
    <w:tmpl w:val="EE3ABA2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2A3A0E"/>
    <w:multiLevelType w:val="hybridMultilevel"/>
    <w:tmpl w:val="B89E0C5A"/>
    <w:lvl w:ilvl="0" w:tplc="A3C42F8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A2"/>
    <w:rsid w:val="000031A5"/>
    <w:rsid w:val="0000343B"/>
    <w:rsid w:val="00003891"/>
    <w:rsid w:val="00003E9C"/>
    <w:rsid w:val="000133CF"/>
    <w:rsid w:val="000156E1"/>
    <w:rsid w:val="0001626C"/>
    <w:rsid w:val="000174DC"/>
    <w:rsid w:val="00021D96"/>
    <w:rsid w:val="00021E79"/>
    <w:rsid w:val="000223AE"/>
    <w:rsid w:val="00022C82"/>
    <w:rsid w:val="00022D8A"/>
    <w:rsid w:val="000260DD"/>
    <w:rsid w:val="00031CE0"/>
    <w:rsid w:val="00032141"/>
    <w:rsid w:val="0003237F"/>
    <w:rsid w:val="00034A28"/>
    <w:rsid w:val="00035250"/>
    <w:rsid w:val="00035F32"/>
    <w:rsid w:val="00037835"/>
    <w:rsid w:val="00041A21"/>
    <w:rsid w:val="0004439B"/>
    <w:rsid w:val="00046779"/>
    <w:rsid w:val="000528B2"/>
    <w:rsid w:val="00052BE1"/>
    <w:rsid w:val="00054875"/>
    <w:rsid w:val="00055E80"/>
    <w:rsid w:val="000650B0"/>
    <w:rsid w:val="000661DE"/>
    <w:rsid w:val="0006626F"/>
    <w:rsid w:val="00071A75"/>
    <w:rsid w:val="00072D91"/>
    <w:rsid w:val="000732B1"/>
    <w:rsid w:val="00075285"/>
    <w:rsid w:val="000805E0"/>
    <w:rsid w:val="0008075E"/>
    <w:rsid w:val="00084A91"/>
    <w:rsid w:val="00084FD3"/>
    <w:rsid w:val="0008611E"/>
    <w:rsid w:val="00086C0B"/>
    <w:rsid w:val="00090D9E"/>
    <w:rsid w:val="00091004"/>
    <w:rsid w:val="00092392"/>
    <w:rsid w:val="00092CFC"/>
    <w:rsid w:val="00093B1E"/>
    <w:rsid w:val="00097AE6"/>
    <w:rsid w:val="000A03CD"/>
    <w:rsid w:val="000A04C9"/>
    <w:rsid w:val="000A2EBA"/>
    <w:rsid w:val="000A40C6"/>
    <w:rsid w:val="000A5549"/>
    <w:rsid w:val="000A56F8"/>
    <w:rsid w:val="000B1A17"/>
    <w:rsid w:val="000C0A17"/>
    <w:rsid w:val="000C1531"/>
    <w:rsid w:val="000C2472"/>
    <w:rsid w:val="000C2672"/>
    <w:rsid w:val="000C3331"/>
    <w:rsid w:val="000C3E0B"/>
    <w:rsid w:val="000D0669"/>
    <w:rsid w:val="000D0BAA"/>
    <w:rsid w:val="000D6537"/>
    <w:rsid w:val="000D687B"/>
    <w:rsid w:val="000D70CB"/>
    <w:rsid w:val="000E13A2"/>
    <w:rsid w:val="000E1875"/>
    <w:rsid w:val="000E19A3"/>
    <w:rsid w:val="000E210F"/>
    <w:rsid w:val="000E2601"/>
    <w:rsid w:val="000E4B29"/>
    <w:rsid w:val="000E65F2"/>
    <w:rsid w:val="000F10E6"/>
    <w:rsid w:val="000F2FFA"/>
    <w:rsid w:val="000F51AC"/>
    <w:rsid w:val="000F5F5B"/>
    <w:rsid w:val="000F6A11"/>
    <w:rsid w:val="000F72C2"/>
    <w:rsid w:val="00104044"/>
    <w:rsid w:val="00105F54"/>
    <w:rsid w:val="00107F3B"/>
    <w:rsid w:val="00110B90"/>
    <w:rsid w:val="00111307"/>
    <w:rsid w:val="0011132A"/>
    <w:rsid w:val="00112748"/>
    <w:rsid w:val="00114950"/>
    <w:rsid w:val="00115B50"/>
    <w:rsid w:val="00121074"/>
    <w:rsid w:val="001214CD"/>
    <w:rsid w:val="00121AA3"/>
    <w:rsid w:val="00123380"/>
    <w:rsid w:val="001238AE"/>
    <w:rsid w:val="00124B7D"/>
    <w:rsid w:val="00125599"/>
    <w:rsid w:val="001257FF"/>
    <w:rsid w:val="00125B78"/>
    <w:rsid w:val="0012751A"/>
    <w:rsid w:val="00127A98"/>
    <w:rsid w:val="00130B21"/>
    <w:rsid w:val="00132D6A"/>
    <w:rsid w:val="00134CE4"/>
    <w:rsid w:val="001362F3"/>
    <w:rsid w:val="00136694"/>
    <w:rsid w:val="0013735D"/>
    <w:rsid w:val="00141C46"/>
    <w:rsid w:val="00143961"/>
    <w:rsid w:val="00146B3A"/>
    <w:rsid w:val="00153A20"/>
    <w:rsid w:val="00153C57"/>
    <w:rsid w:val="001554C2"/>
    <w:rsid w:val="00155B75"/>
    <w:rsid w:val="00157270"/>
    <w:rsid w:val="001621D5"/>
    <w:rsid w:val="00163DCB"/>
    <w:rsid w:val="0016765C"/>
    <w:rsid w:val="00167E09"/>
    <w:rsid w:val="001707EB"/>
    <w:rsid w:val="00171029"/>
    <w:rsid w:val="0017168E"/>
    <w:rsid w:val="00172287"/>
    <w:rsid w:val="00173832"/>
    <w:rsid w:val="001743EC"/>
    <w:rsid w:val="00181FD4"/>
    <w:rsid w:val="00182041"/>
    <w:rsid w:val="00183B04"/>
    <w:rsid w:val="0018535D"/>
    <w:rsid w:val="00185844"/>
    <w:rsid w:val="00186271"/>
    <w:rsid w:val="001869DE"/>
    <w:rsid w:val="001902C1"/>
    <w:rsid w:val="0019126B"/>
    <w:rsid w:val="00191A72"/>
    <w:rsid w:val="00192C85"/>
    <w:rsid w:val="00194660"/>
    <w:rsid w:val="00194DAA"/>
    <w:rsid w:val="001965AE"/>
    <w:rsid w:val="00197938"/>
    <w:rsid w:val="00197B77"/>
    <w:rsid w:val="001A0A77"/>
    <w:rsid w:val="001A3410"/>
    <w:rsid w:val="001A69E6"/>
    <w:rsid w:val="001A792C"/>
    <w:rsid w:val="001B056F"/>
    <w:rsid w:val="001B0E6B"/>
    <w:rsid w:val="001B21A2"/>
    <w:rsid w:val="001B6DC9"/>
    <w:rsid w:val="001C1E5B"/>
    <w:rsid w:val="001C57AF"/>
    <w:rsid w:val="001C62D5"/>
    <w:rsid w:val="001D01CA"/>
    <w:rsid w:val="001D53C5"/>
    <w:rsid w:val="001D598C"/>
    <w:rsid w:val="001D5A85"/>
    <w:rsid w:val="001D64E7"/>
    <w:rsid w:val="001E3569"/>
    <w:rsid w:val="001E54DE"/>
    <w:rsid w:val="001E7A8D"/>
    <w:rsid w:val="001F014F"/>
    <w:rsid w:val="001F0343"/>
    <w:rsid w:val="001F0785"/>
    <w:rsid w:val="001F5E4F"/>
    <w:rsid w:val="001F794F"/>
    <w:rsid w:val="002016ED"/>
    <w:rsid w:val="00201790"/>
    <w:rsid w:val="002018D1"/>
    <w:rsid w:val="00204615"/>
    <w:rsid w:val="00204DB0"/>
    <w:rsid w:val="00205C41"/>
    <w:rsid w:val="0020607C"/>
    <w:rsid w:val="0020681B"/>
    <w:rsid w:val="002068AE"/>
    <w:rsid w:val="00211376"/>
    <w:rsid w:val="002164C1"/>
    <w:rsid w:val="00216658"/>
    <w:rsid w:val="0021720C"/>
    <w:rsid w:val="00220375"/>
    <w:rsid w:val="00222F8E"/>
    <w:rsid w:val="00223014"/>
    <w:rsid w:val="00223A3A"/>
    <w:rsid w:val="00224492"/>
    <w:rsid w:val="00225A6C"/>
    <w:rsid w:val="00226CB6"/>
    <w:rsid w:val="00226FA1"/>
    <w:rsid w:val="00230604"/>
    <w:rsid w:val="0023073F"/>
    <w:rsid w:val="00230BDF"/>
    <w:rsid w:val="00233956"/>
    <w:rsid w:val="00234209"/>
    <w:rsid w:val="00234969"/>
    <w:rsid w:val="00235C55"/>
    <w:rsid w:val="00236AB6"/>
    <w:rsid w:val="00237906"/>
    <w:rsid w:val="00237E99"/>
    <w:rsid w:val="0024108F"/>
    <w:rsid w:val="00242B39"/>
    <w:rsid w:val="00242C1F"/>
    <w:rsid w:val="00242C6A"/>
    <w:rsid w:val="002456EA"/>
    <w:rsid w:val="002464EC"/>
    <w:rsid w:val="00246FF2"/>
    <w:rsid w:val="002478B7"/>
    <w:rsid w:val="00252AD2"/>
    <w:rsid w:val="002531D8"/>
    <w:rsid w:val="002553D6"/>
    <w:rsid w:val="00256B41"/>
    <w:rsid w:val="00260248"/>
    <w:rsid w:val="00267029"/>
    <w:rsid w:val="00272DE3"/>
    <w:rsid w:val="002745DB"/>
    <w:rsid w:val="00275FD7"/>
    <w:rsid w:val="00277447"/>
    <w:rsid w:val="00280394"/>
    <w:rsid w:val="00280AA0"/>
    <w:rsid w:val="002812B7"/>
    <w:rsid w:val="00284230"/>
    <w:rsid w:val="00284C0D"/>
    <w:rsid w:val="00290CDF"/>
    <w:rsid w:val="00291441"/>
    <w:rsid w:val="0029531C"/>
    <w:rsid w:val="002955C2"/>
    <w:rsid w:val="00296240"/>
    <w:rsid w:val="00296CB5"/>
    <w:rsid w:val="002A0D81"/>
    <w:rsid w:val="002A267E"/>
    <w:rsid w:val="002A4AD3"/>
    <w:rsid w:val="002A5DB3"/>
    <w:rsid w:val="002A6FCD"/>
    <w:rsid w:val="002A78A8"/>
    <w:rsid w:val="002B017E"/>
    <w:rsid w:val="002B27C9"/>
    <w:rsid w:val="002B3493"/>
    <w:rsid w:val="002B40BA"/>
    <w:rsid w:val="002C0A9C"/>
    <w:rsid w:val="002C16E0"/>
    <w:rsid w:val="002C22E3"/>
    <w:rsid w:val="002C4686"/>
    <w:rsid w:val="002C6FD3"/>
    <w:rsid w:val="002C7BAF"/>
    <w:rsid w:val="002D4890"/>
    <w:rsid w:val="002D503B"/>
    <w:rsid w:val="002D6650"/>
    <w:rsid w:val="002D7FAE"/>
    <w:rsid w:val="002E154E"/>
    <w:rsid w:val="002E20BD"/>
    <w:rsid w:val="002E3E73"/>
    <w:rsid w:val="002E6023"/>
    <w:rsid w:val="002F0277"/>
    <w:rsid w:val="002F0479"/>
    <w:rsid w:val="002F0DE5"/>
    <w:rsid w:val="002F1535"/>
    <w:rsid w:val="002F4F61"/>
    <w:rsid w:val="002F5596"/>
    <w:rsid w:val="002F5D23"/>
    <w:rsid w:val="002F76E2"/>
    <w:rsid w:val="00300244"/>
    <w:rsid w:val="003007D0"/>
    <w:rsid w:val="00302351"/>
    <w:rsid w:val="00302BE7"/>
    <w:rsid w:val="00305026"/>
    <w:rsid w:val="00306742"/>
    <w:rsid w:val="00307ED0"/>
    <w:rsid w:val="0031030D"/>
    <w:rsid w:val="0031092C"/>
    <w:rsid w:val="00311325"/>
    <w:rsid w:val="00311E08"/>
    <w:rsid w:val="00314B30"/>
    <w:rsid w:val="003152D0"/>
    <w:rsid w:val="00316F39"/>
    <w:rsid w:val="00316FB9"/>
    <w:rsid w:val="00317729"/>
    <w:rsid w:val="00320C0F"/>
    <w:rsid w:val="00321632"/>
    <w:rsid w:val="0032258C"/>
    <w:rsid w:val="00322C19"/>
    <w:rsid w:val="00322D24"/>
    <w:rsid w:val="00323113"/>
    <w:rsid w:val="00323572"/>
    <w:rsid w:val="00323A03"/>
    <w:rsid w:val="003243BD"/>
    <w:rsid w:val="00324684"/>
    <w:rsid w:val="00324694"/>
    <w:rsid w:val="00324DC9"/>
    <w:rsid w:val="00324E1E"/>
    <w:rsid w:val="00325544"/>
    <w:rsid w:val="00331EB0"/>
    <w:rsid w:val="003331E0"/>
    <w:rsid w:val="003341C9"/>
    <w:rsid w:val="0033683A"/>
    <w:rsid w:val="0033726A"/>
    <w:rsid w:val="0033760F"/>
    <w:rsid w:val="00337610"/>
    <w:rsid w:val="0034095C"/>
    <w:rsid w:val="003409B4"/>
    <w:rsid w:val="003415CD"/>
    <w:rsid w:val="003430BA"/>
    <w:rsid w:val="0034479D"/>
    <w:rsid w:val="003462F7"/>
    <w:rsid w:val="0034676F"/>
    <w:rsid w:val="00347975"/>
    <w:rsid w:val="00347B3F"/>
    <w:rsid w:val="00351537"/>
    <w:rsid w:val="00352C6C"/>
    <w:rsid w:val="00354013"/>
    <w:rsid w:val="00354920"/>
    <w:rsid w:val="00357941"/>
    <w:rsid w:val="003612FD"/>
    <w:rsid w:val="0036270C"/>
    <w:rsid w:val="00365846"/>
    <w:rsid w:val="003721C9"/>
    <w:rsid w:val="0037335B"/>
    <w:rsid w:val="0037413A"/>
    <w:rsid w:val="003750E6"/>
    <w:rsid w:val="00380899"/>
    <w:rsid w:val="003812BC"/>
    <w:rsid w:val="0038143D"/>
    <w:rsid w:val="0038194F"/>
    <w:rsid w:val="0038244F"/>
    <w:rsid w:val="003826B2"/>
    <w:rsid w:val="00382961"/>
    <w:rsid w:val="00386B00"/>
    <w:rsid w:val="00387B17"/>
    <w:rsid w:val="00390C9F"/>
    <w:rsid w:val="00391D50"/>
    <w:rsid w:val="003A5BBC"/>
    <w:rsid w:val="003B0FC6"/>
    <w:rsid w:val="003B1E7D"/>
    <w:rsid w:val="003B539B"/>
    <w:rsid w:val="003B65CF"/>
    <w:rsid w:val="003B6F9F"/>
    <w:rsid w:val="003C032B"/>
    <w:rsid w:val="003C1BBD"/>
    <w:rsid w:val="003C1EB7"/>
    <w:rsid w:val="003C48F7"/>
    <w:rsid w:val="003C49AE"/>
    <w:rsid w:val="003C50AB"/>
    <w:rsid w:val="003C57A8"/>
    <w:rsid w:val="003C5D22"/>
    <w:rsid w:val="003C6614"/>
    <w:rsid w:val="003C6AB3"/>
    <w:rsid w:val="003C72EF"/>
    <w:rsid w:val="003D3B27"/>
    <w:rsid w:val="003D51D9"/>
    <w:rsid w:val="003D5CDC"/>
    <w:rsid w:val="003D70E4"/>
    <w:rsid w:val="003E04DF"/>
    <w:rsid w:val="003E1FB8"/>
    <w:rsid w:val="003E2074"/>
    <w:rsid w:val="003E3752"/>
    <w:rsid w:val="003E38C3"/>
    <w:rsid w:val="003E5617"/>
    <w:rsid w:val="003E5C95"/>
    <w:rsid w:val="003E65FB"/>
    <w:rsid w:val="003F30BE"/>
    <w:rsid w:val="003F4568"/>
    <w:rsid w:val="003F4D55"/>
    <w:rsid w:val="003F711F"/>
    <w:rsid w:val="00401FC0"/>
    <w:rsid w:val="00403B26"/>
    <w:rsid w:val="00404A73"/>
    <w:rsid w:val="00405D90"/>
    <w:rsid w:val="00406B52"/>
    <w:rsid w:val="00407F67"/>
    <w:rsid w:val="00411975"/>
    <w:rsid w:val="0041200B"/>
    <w:rsid w:val="0041374A"/>
    <w:rsid w:val="00413DCB"/>
    <w:rsid w:val="0041501D"/>
    <w:rsid w:val="004155FE"/>
    <w:rsid w:val="00416D22"/>
    <w:rsid w:val="00416FEB"/>
    <w:rsid w:val="00417462"/>
    <w:rsid w:val="0042123A"/>
    <w:rsid w:val="0042184A"/>
    <w:rsid w:val="00424832"/>
    <w:rsid w:val="00424E00"/>
    <w:rsid w:val="004253EE"/>
    <w:rsid w:val="00426141"/>
    <w:rsid w:val="00430AFB"/>
    <w:rsid w:val="004315A3"/>
    <w:rsid w:val="004320F5"/>
    <w:rsid w:val="004321BA"/>
    <w:rsid w:val="004329DA"/>
    <w:rsid w:val="00433383"/>
    <w:rsid w:val="00433BF6"/>
    <w:rsid w:val="00434A0F"/>
    <w:rsid w:val="00434F09"/>
    <w:rsid w:val="00435B4F"/>
    <w:rsid w:val="004370DD"/>
    <w:rsid w:val="00437624"/>
    <w:rsid w:val="00440BF6"/>
    <w:rsid w:val="00442043"/>
    <w:rsid w:val="00442F9D"/>
    <w:rsid w:val="004444D3"/>
    <w:rsid w:val="00445E6A"/>
    <w:rsid w:val="00447F41"/>
    <w:rsid w:val="004507EF"/>
    <w:rsid w:val="00450BAB"/>
    <w:rsid w:val="00451E8A"/>
    <w:rsid w:val="00454675"/>
    <w:rsid w:val="004556E7"/>
    <w:rsid w:val="0045643A"/>
    <w:rsid w:val="004575EF"/>
    <w:rsid w:val="00461991"/>
    <w:rsid w:val="00464664"/>
    <w:rsid w:val="004665C5"/>
    <w:rsid w:val="004667E5"/>
    <w:rsid w:val="00472B3E"/>
    <w:rsid w:val="00474665"/>
    <w:rsid w:val="00484CA1"/>
    <w:rsid w:val="00485FA4"/>
    <w:rsid w:val="00486072"/>
    <w:rsid w:val="00490785"/>
    <w:rsid w:val="00490A87"/>
    <w:rsid w:val="00493623"/>
    <w:rsid w:val="00493B88"/>
    <w:rsid w:val="0049437B"/>
    <w:rsid w:val="0049469A"/>
    <w:rsid w:val="004A0ABB"/>
    <w:rsid w:val="004A0F72"/>
    <w:rsid w:val="004A4F51"/>
    <w:rsid w:val="004A57C4"/>
    <w:rsid w:val="004A7F9B"/>
    <w:rsid w:val="004B3DC3"/>
    <w:rsid w:val="004B3E5D"/>
    <w:rsid w:val="004B4CE2"/>
    <w:rsid w:val="004B5C79"/>
    <w:rsid w:val="004C27BF"/>
    <w:rsid w:val="004C6440"/>
    <w:rsid w:val="004D0372"/>
    <w:rsid w:val="004D1ECE"/>
    <w:rsid w:val="004D73A9"/>
    <w:rsid w:val="004E01C4"/>
    <w:rsid w:val="004E2CDC"/>
    <w:rsid w:val="004E36CC"/>
    <w:rsid w:val="004E5A4A"/>
    <w:rsid w:val="004E7C38"/>
    <w:rsid w:val="004E7C75"/>
    <w:rsid w:val="004F05CB"/>
    <w:rsid w:val="004F141F"/>
    <w:rsid w:val="004F29F3"/>
    <w:rsid w:val="004F426F"/>
    <w:rsid w:val="004F527F"/>
    <w:rsid w:val="00502E93"/>
    <w:rsid w:val="005035B4"/>
    <w:rsid w:val="005038A0"/>
    <w:rsid w:val="005054D3"/>
    <w:rsid w:val="00507305"/>
    <w:rsid w:val="00510564"/>
    <w:rsid w:val="0051276A"/>
    <w:rsid w:val="005128ED"/>
    <w:rsid w:val="00513BCD"/>
    <w:rsid w:val="00516D83"/>
    <w:rsid w:val="005205DF"/>
    <w:rsid w:val="005213F8"/>
    <w:rsid w:val="005217F3"/>
    <w:rsid w:val="00521847"/>
    <w:rsid w:val="00522252"/>
    <w:rsid w:val="0052363F"/>
    <w:rsid w:val="00525EB2"/>
    <w:rsid w:val="00525EF9"/>
    <w:rsid w:val="005303F1"/>
    <w:rsid w:val="00530CF8"/>
    <w:rsid w:val="0053278E"/>
    <w:rsid w:val="00532B69"/>
    <w:rsid w:val="005348F2"/>
    <w:rsid w:val="00536D50"/>
    <w:rsid w:val="0053770D"/>
    <w:rsid w:val="00537B34"/>
    <w:rsid w:val="00540AA1"/>
    <w:rsid w:val="00541A3B"/>
    <w:rsid w:val="00541B46"/>
    <w:rsid w:val="00543616"/>
    <w:rsid w:val="00544807"/>
    <w:rsid w:val="005448EB"/>
    <w:rsid w:val="00545B24"/>
    <w:rsid w:val="005460F9"/>
    <w:rsid w:val="00547357"/>
    <w:rsid w:val="00555CCE"/>
    <w:rsid w:val="005609F1"/>
    <w:rsid w:val="00561368"/>
    <w:rsid w:val="00561F32"/>
    <w:rsid w:val="0056260F"/>
    <w:rsid w:val="005631EA"/>
    <w:rsid w:val="00563F50"/>
    <w:rsid w:val="00566A7C"/>
    <w:rsid w:val="005671BD"/>
    <w:rsid w:val="00567981"/>
    <w:rsid w:val="00570205"/>
    <w:rsid w:val="005709C3"/>
    <w:rsid w:val="005711A5"/>
    <w:rsid w:val="00573DA1"/>
    <w:rsid w:val="00575A73"/>
    <w:rsid w:val="00577386"/>
    <w:rsid w:val="00577780"/>
    <w:rsid w:val="00581782"/>
    <w:rsid w:val="00581A8A"/>
    <w:rsid w:val="00582136"/>
    <w:rsid w:val="00582503"/>
    <w:rsid w:val="0058257D"/>
    <w:rsid w:val="00583197"/>
    <w:rsid w:val="005857DD"/>
    <w:rsid w:val="00587D93"/>
    <w:rsid w:val="00587DA2"/>
    <w:rsid w:val="005928D2"/>
    <w:rsid w:val="00594755"/>
    <w:rsid w:val="00594AB1"/>
    <w:rsid w:val="00594E45"/>
    <w:rsid w:val="00596DCB"/>
    <w:rsid w:val="00597561"/>
    <w:rsid w:val="0059763E"/>
    <w:rsid w:val="005A29B0"/>
    <w:rsid w:val="005A3203"/>
    <w:rsid w:val="005B297D"/>
    <w:rsid w:val="005B5681"/>
    <w:rsid w:val="005B65DC"/>
    <w:rsid w:val="005C053D"/>
    <w:rsid w:val="005C3203"/>
    <w:rsid w:val="005C572F"/>
    <w:rsid w:val="005C5E68"/>
    <w:rsid w:val="005C7CE9"/>
    <w:rsid w:val="005D2406"/>
    <w:rsid w:val="005D4510"/>
    <w:rsid w:val="005D6CA3"/>
    <w:rsid w:val="005D76E7"/>
    <w:rsid w:val="005D77EA"/>
    <w:rsid w:val="005D7DCC"/>
    <w:rsid w:val="005E0548"/>
    <w:rsid w:val="005E2C31"/>
    <w:rsid w:val="005E4578"/>
    <w:rsid w:val="005E4709"/>
    <w:rsid w:val="005E493E"/>
    <w:rsid w:val="005E518A"/>
    <w:rsid w:val="005E58A3"/>
    <w:rsid w:val="005E7687"/>
    <w:rsid w:val="005F7D66"/>
    <w:rsid w:val="00600909"/>
    <w:rsid w:val="0060142D"/>
    <w:rsid w:val="00602746"/>
    <w:rsid w:val="006043EE"/>
    <w:rsid w:val="00607B49"/>
    <w:rsid w:val="00607FDE"/>
    <w:rsid w:val="00614BF3"/>
    <w:rsid w:val="00614EFF"/>
    <w:rsid w:val="0061634B"/>
    <w:rsid w:val="00617020"/>
    <w:rsid w:val="00620F33"/>
    <w:rsid w:val="006221C5"/>
    <w:rsid w:val="00627BF3"/>
    <w:rsid w:val="006308A7"/>
    <w:rsid w:val="0063098C"/>
    <w:rsid w:val="00631F76"/>
    <w:rsid w:val="006345A2"/>
    <w:rsid w:val="0063596C"/>
    <w:rsid w:val="006373F7"/>
    <w:rsid w:val="0064175C"/>
    <w:rsid w:val="00641B18"/>
    <w:rsid w:val="00641C33"/>
    <w:rsid w:val="00642B48"/>
    <w:rsid w:val="00643F7C"/>
    <w:rsid w:val="00646122"/>
    <w:rsid w:val="006478BC"/>
    <w:rsid w:val="006503C4"/>
    <w:rsid w:val="006515CC"/>
    <w:rsid w:val="006553F5"/>
    <w:rsid w:val="00660BFD"/>
    <w:rsid w:val="00661A4F"/>
    <w:rsid w:val="006645B2"/>
    <w:rsid w:val="006656E7"/>
    <w:rsid w:val="0066747E"/>
    <w:rsid w:val="00674E33"/>
    <w:rsid w:val="00675853"/>
    <w:rsid w:val="00675AFE"/>
    <w:rsid w:val="0068180E"/>
    <w:rsid w:val="00681920"/>
    <w:rsid w:val="006832B4"/>
    <w:rsid w:val="0068448A"/>
    <w:rsid w:val="00684AEA"/>
    <w:rsid w:val="00684BED"/>
    <w:rsid w:val="0069094E"/>
    <w:rsid w:val="006912F1"/>
    <w:rsid w:val="00691E0F"/>
    <w:rsid w:val="00693194"/>
    <w:rsid w:val="0069419F"/>
    <w:rsid w:val="0069472B"/>
    <w:rsid w:val="00694849"/>
    <w:rsid w:val="006949AD"/>
    <w:rsid w:val="00697160"/>
    <w:rsid w:val="00697357"/>
    <w:rsid w:val="006A0909"/>
    <w:rsid w:val="006A0967"/>
    <w:rsid w:val="006A3535"/>
    <w:rsid w:val="006A40F5"/>
    <w:rsid w:val="006B2AD5"/>
    <w:rsid w:val="006B490D"/>
    <w:rsid w:val="006C0F37"/>
    <w:rsid w:val="006C47CF"/>
    <w:rsid w:val="006C643B"/>
    <w:rsid w:val="006C6D2A"/>
    <w:rsid w:val="006D08C1"/>
    <w:rsid w:val="006D21D9"/>
    <w:rsid w:val="006D23FD"/>
    <w:rsid w:val="006D3E1A"/>
    <w:rsid w:val="006D658B"/>
    <w:rsid w:val="006D7261"/>
    <w:rsid w:val="006D79AE"/>
    <w:rsid w:val="006E0245"/>
    <w:rsid w:val="006E1BD0"/>
    <w:rsid w:val="006F14F0"/>
    <w:rsid w:val="006F3721"/>
    <w:rsid w:val="006F4C87"/>
    <w:rsid w:val="006F5146"/>
    <w:rsid w:val="006F66A7"/>
    <w:rsid w:val="00703DB3"/>
    <w:rsid w:val="00706366"/>
    <w:rsid w:val="00706582"/>
    <w:rsid w:val="00706C29"/>
    <w:rsid w:val="00707E94"/>
    <w:rsid w:val="00711ABB"/>
    <w:rsid w:val="00711AF7"/>
    <w:rsid w:val="00712398"/>
    <w:rsid w:val="00714F18"/>
    <w:rsid w:val="00715A7F"/>
    <w:rsid w:val="00716D49"/>
    <w:rsid w:val="00720C96"/>
    <w:rsid w:val="00721584"/>
    <w:rsid w:val="00724BBE"/>
    <w:rsid w:val="007253EA"/>
    <w:rsid w:val="00731959"/>
    <w:rsid w:val="00737119"/>
    <w:rsid w:val="007427C1"/>
    <w:rsid w:val="0074508A"/>
    <w:rsid w:val="00745378"/>
    <w:rsid w:val="007466AA"/>
    <w:rsid w:val="0075009D"/>
    <w:rsid w:val="0075077B"/>
    <w:rsid w:val="00754806"/>
    <w:rsid w:val="007632A6"/>
    <w:rsid w:val="00765B32"/>
    <w:rsid w:val="0076672B"/>
    <w:rsid w:val="0077700E"/>
    <w:rsid w:val="00780BCB"/>
    <w:rsid w:val="00780C70"/>
    <w:rsid w:val="0078410A"/>
    <w:rsid w:val="00785A2A"/>
    <w:rsid w:val="00785AE0"/>
    <w:rsid w:val="00786C5D"/>
    <w:rsid w:val="00787EE0"/>
    <w:rsid w:val="00790EE2"/>
    <w:rsid w:val="00793EDC"/>
    <w:rsid w:val="007A0811"/>
    <w:rsid w:val="007A4433"/>
    <w:rsid w:val="007A5B90"/>
    <w:rsid w:val="007A64FE"/>
    <w:rsid w:val="007B0A14"/>
    <w:rsid w:val="007B0B26"/>
    <w:rsid w:val="007B2535"/>
    <w:rsid w:val="007B3844"/>
    <w:rsid w:val="007C0841"/>
    <w:rsid w:val="007C329E"/>
    <w:rsid w:val="007C44A9"/>
    <w:rsid w:val="007C5030"/>
    <w:rsid w:val="007C6A27"/>
    <w:rsid w:val="007D3B21"/>
    <w:rsid w:val="007D6BF7"/>
    <w:rsid w:val="007E24BE"/>
    <w:rsid w:val="007E745F"/>
    <w:rsid w:val="007E7D53"/>
    <w:rsid w:val="007F2483"/>
    <w:rsid w:val="007F2AAA"/>
    <w:rsid w:val="007F5888"/>
    <w:rsid w:val="007F6C9B"/>
    <w:rsid w:val="007F760D"/>
    <w:rsid w:val="008034D7"/>
    <w:rsid w:val="00806414"/>
    <w:rsid w:val="008077F7"/>
    <w:rsid w:val="00810B09"/>
    <w:rsid w:val="00810BE9"/>
    <w:rsid w:val="0081371B"/>
    <w:rsid w:val="00813EDD"/>
    <w:rsid w:val="00815456"/>
    <w:rsid w:val="0082046A"/>
    <w:rsid w:val="00820723"/>
    <w:rsid w:val="00820F42"/>
    <w:rsid w:val="00823B9B"/>
    <w:rsid w:val="0082553E"/>
    <w:rsid w:val="00827756"/>
    <w:rsid w:val="00830713"/>
    <w:rsid w:val="00831FF5"/>
    <w:rsid w:val="00833E48"/>
    <w:rsid w:val="00837290"/>
    <w:rsid w:val="00840203"/>
    <w:rsid w:val="00841B1D"/>
    <w:rsid w:val="008421AF"/>
    <w:rsid w:val="008434E3"/>
    <w:rsid w:val="00845CE9"/>
    <w:rsid w:val="0085024B"/>
    <w:rsid w:val="00850382"/>
    <w:rsid w:val="008510BE"/>
    <w:rsid w:val="00851654"/>
    <w:rsid w:val="00851849"/>
    <w:rsid w:val="0085264F"/>
    <w:rsid w:val="00853D91"/>
    <w:rsid w:val="008540C9"/>
    <w:rsid w:val="00855AB2"/>
    <w:rsid w:val="00860C40"/>
    <w:rsid w:val="00863153"/>
    <w:rsid w:val="00863529"/>
    <w:rsid w:val="0086462D"/>
    <w:rsid w:val="00864A83"/>
    <w:rsid w:val="008669BD"/>
    <w:rsid w:val="00866A93"/>
    <w:rsid w:val="00867674"/>
    <w:rsid w:val="008701A1"/>
    <w:rsid w:val="00870F53"/>
    <w:rsid w:val="00871530"/>
    <w:rsid w:val="00875121"/>
    <w:rsid w:val="00881067"/>
    <w:rsid w:val="008812E8"/>
    <w:rsid w:val="00881340"/>
    <w:rsid w:val="00881DB3"/>
    <w:rsid w:val="008825A3"/>
    <w:rsid w:val="008829EA"/>
    <w:rsid w:val="00882F51"/>
    <w:rsid w:val="00883B2C"/>
    <w:rsid w:val="00885837"/>
    <w:rsid w:val="00885947"/>
    <w:rsid w:val="00886C61"/>
    <w:rsid w:val="0089162A"/>
    <w:rsid w:val="0089254B"/>
    <w:rsid w:val="008962DC"/>
    <w:rsid w:val="008968CE"/>
    <w:rsid w:val="0089792A"/>
    <w:rsid w:val="008A0437"/>
    <w:rsid w:val="008A0E27"/>
    <w:rsid w:val="008A674F"/>
    <w:rsid w:val="008A704D"/>
    <w:rsid w:val="008A7A68"/>
    <w:rsid w:val="008B0FE7"/>
    <w:rsid w:val="008B210F"/>
    <w:rsid w:val="008B2A15"/>
    <w:rsid w:val="008B3E9F"/>
    <w:rsid w:val="008B425F"/>
    <w:rsid w:val="008B6738"/>
    <w:rsid w:val="008B7DF0"/>
    <w:rsid w:val="008C0298"/>
    <w:rsid w:val="008C749E"/>
    <w:rsid w:val="008D13F8"/>
    <w:rsid w:val="008D2EC2"/>
    <w:rsid w:val="008D4286"/>
    <w:rsid w:val="008D7B11"/>
    <w:rsid w:val="008E28B7"/>
    <w:rsid w:val="008E3608"/>
    <w:rsid w:val="008E42C2"/>
    <w:rsid w:val="008E65C3"/>
    <w:rsid w:val="008E6D0C"/>
    <w:rsid w:val="008F1398"/>
    <w:rsid w:val="008F19A6"/>
    <w:rsid w:val="008F2904"/>
    <w:rsid w:val="008F36C0"/>
    <w:rsid w:val="008F40F8"/>
    <w:rsid w:val="008F584A"/>
    <w:rsid w:val="00901C59"/>
    <w:rsid w:val="009023B3"/>
    <w:rsid w:val="00905A6E"/>
    <w:rsid w:val="009062B3"/>
    <w:rsid w:val="00906421"/>
    <w:rsid w:val="00906C21"/>
    <w:rsid w:val="00911354"/>
    <w:rsid w:val="009152C0"/>
    <w:rsid w:val="00915D67"/>
    <w:rsid w:val="0091622C"/>
    <w:rsid w:val="00917625"/>
    <w:rsid w:val="00917957"/>
    <w:rsid w:val="009202B8"/>
    <w:rsid w:val="00920D2A"/>
    <w:rsid w:val="0092159B"/>
    <w:rsid w:val="00921CFD"/>
    <w:rsid w:val="00922A64"/>
    <w:rsid w:val="0092562B"/>
    <w:rsid w:val="0092694E"/>
    <w:rsid w:val="0092755D"/>
    <w:rsid w:val="0092779E"/>
    <w:rsid w:val="00931377"/>
    <w:rsid w:val="009316AF"/>
    <w:rsid w:val="00931D3D"/>
    <w:rsid w:val="009340EC"/>
    <w:rsid w:val="00934CB1"/>
    <w:rsid w:val="009370BF"/>
    <w:rsid w:val="00941905"/>
    <w:rsid w:val="00941C1C"/>
    <w:rsid w:val="00944ABE"/>
    <w:rsid w:val="009464D6"/>
    <w:rsid w:val="009467E0"/>
    <w:rsid w:val="00947AF8"/>
    <w:rsid w:val="0095227B"/>
    <w:rsid w:val="00961602"/>
    <w:rsid w:val="0096176E"/>
    <w:rsid w:val="00961904"/>
    <w:rsid w:val="00964B5F"/>
    <w:rsid w:val="00965864"/>
    <w:rsid w:val="00965AF3"/>
    <w:rsid w:val="00967050"/>
    <w:rsid w:val="00967F9A"/>
    <w:rsid w:val="00971CD2"/>
    <w:rsid w:val="00971D9E"/>
    <w:rsid w:val="00973EF9"/>
    <w:rsid w:val="00974063"/>
    <w:rsid w:val="00977812"/>
    <w:rsid w:val="00980818"/>
    <w:rsid w:val="00983E28"/>
    <w:rsid w:val="00984831"/>
    <w:rsid w:val="009848AC"/>
    <w:rsid w:val="009852F2"/>
    <w:rsid w:val="009853DA"/>
    <w:rsid w:val="00985943"/>
    <w:rsid w:val="00991CED"/>
    <w:rsid w:val="009935EC"/>
    <w:rsid w:val="00993CD2"/>
    <w:rsid w:val="00993D03"/>
    <w:rsid w:val="00994592"/>
    <w:rsid w:val="00994671"/>
    <w:rsid w:val="00996DA4"/>
    <w:rsid w:val="009972E5"/>
    <w:rsid w:val="00997438"/>
    <w:rsid w:val="009A17B2"/>
    <w:rsid w:val="009A3ED6"/>
    <w:rsid w:val="009A54F1"/>
    <w:rsid w:val="009A5F7B"/>
    <w:rsid w:val="009A647C"/>
    <w:rsid w:val="009B3D82"/>
    <w:rsid w:val="009B5E8D"/>
    <w:rsid w:val="009C0A8A"/>
    <w:rsid w:val="009C1E71"/>
    <w:rsid w:val="009C2FEE"/>
    <w:rsid w:val="009C4A67"/>
    <w:rsid w:val="009C53CF"/>
    <w:rsid w:val="009D1FF9"/>
    <w:rsid w:val="009D23B9"/>
    <w:rsid w:val="009D287A"/>
    <w:rsid w:val="009D297B"/>
    <w:rsid w:val="009D37FE"/>
    <w:rsid w:val="009D3E5D"/>
    <w:rsid w:val="009D6D0E"/>
    <w:rsid w:val="009D76BD"/>
    <w:rsid w:val="009D7C8F"/>
    <w:rsid w:val="009E5144"/>
    <w:rsid w:val="009E77CC"/>
    <w:rsid w:val="009E77FE"/>
    <w:rsid w:val="009E7BF7"/>
    <w:rsid w:val="009E7E27"/>
    <w:rsid w:val="009F1134"/>
    <w:rsid w:val="009F2E15"/>
    <w:rsid w:val="009F3162"/>
    <w:rsid w:val="009F39ED"/>
    <w:rsid w:val="009F68DE"/>
    <w:rsid w:val="009F7E2C"/>
    <w:rsid w:val="00A05A00"/>
    <w:rsid w:val="00A05F71"/>
    <w:rsid w:val="00A06648"/>
    <w:rsid w:val="00A1022D"/>
    <w:rsid w:val="00A120AE"/>
    <w:rsid w:val="00A12196"/>
    <w:rsid w:val="00A14426"/>
    <w:rsid w:val="00A15222"/>
    <w:rsid w:val="00A17A43"/>
    <w:rsid w:val="00A20902"/>
    <w:rsid w:val="00A21010"/>
    <w:rsid w:val="00A2431A"/>
    <w:rsid w:val="00A27485"/>
    <w:rsid w:val="00A34C8A"/>
    <w:rsid w:val="00A367E4"/>
    <w:rsid w:val="00A371A6"/>
    <w:rsid w:val="00A3722C"/>
    <w:rsid w:val="00A37E90"/>
    <w:rsid w:val="00A40DF0"/>
    <w:rsid w:val="00A414F6"/>
    <w:rsid w:val="00A4152C"/>
    <w:rsid w:val="00A422B5"/>
    <w:rsid w:val="00A43740"/>
    <w:rsid w:val="00A43C18"/>
    <w:rsid w:val="00A4425D"/>
    <w:rsid w:val="00A46818"/>
    <w:rsid w:val="00A476FF"/>
    <w:rsid w:val="00A4791A"/>
    <w:rsid w:val="00A5013A"/>
    <w:rsid w:val="00A51A06"/>
    <w:rsid w:val="00A51FF1"/>
    <w:rsid w:val="00A53112"/>
    <w:rsid w:val="00A55178"/>
    <w:rsid w:val="00A56044"/>
    <w:rsid w:val="00A571B0"/>
    <w:rsid w:val="00A57533"/>
    <w:rsid w:val="00A60171"/>
    <w:rsid w:val="00A624F5"/>
    <w:rsid w:val="00A62B46"/>
    <w:rsid w:val="00A6390D"/>
    <w:rsid w:val="00A63B2C"/>
    <w:rsid w:val="00A64A0A"/>
    <w:rsid w:val="00A64C47"/>
    <w:rsid w:val="00A657CA"/>
    <w:rsid w:val="00A66F81"/>
    <w:rsid w:val="00A7116B"/>
    <w:rsid w:val="00A71278"/>
    <w:rsid w:val="00A72528"/>
    <w:rsid w:val="00A7428A"/>
    <w:rsid w:val="00A74775"/>
    <w:rsid w:val="00A7551D"/>
    <w:rsid w:val="00A75C77"/>
    <w:rsid w:val="00A765CD"/>
    <w:rsid w:val="00A80A23"/>
    <w:rsid w:val="00A82533"/>
    <w:rsid w:val="00A83113"/>
    <w:rsid w:val="00A91FD1"/>
    <w:rsid w:val="00A92017"/>
    <w:rsid w:val="00A929A2"/>
    <w:rsid w:val="00A94F29"/>
    <w:rsid w:val="00A95F64"/>
    <w:rsid w:val="00A9601B"/>
    <w:rsid w:val="00A966DE"/>
    <w:rsid w:val="00A96FF1"/>
    <w:rsid w:val="00AA0BF0"/>
    <w:rsid w:val="00AA0F76"/>
    <w:rsid w:val="00AA464B"/>
    <w:rsid w:val="00AA4F76"/>
    <w:rsid w:val="00AA61A9"/>
    <w:rsid w:val="00AA71D6"/>
    <w:rsid w:val="00AA78B9"/>
    <w:rsid w:val="00AB0322"/>
    <w:rsid w:val="00AB0798"/>
    <w:rsid w:val="00AB0A79"/>
    <w:rsid w:val="00AB332D"/>
    <w:rsid w:val="00AB3588"/>
    <w:rsid w:val="00AB35FA"/>
    <w:rsid w:val="00AB399A"/>
    <w:rsid w:val="00AB3EF5"/>
    <w:rsid w:val="00AB58A1"/>
    <w:rsid w:val="00AC0500"/>
    <w:rsid w:val="00AC1297"/>
    <w:rsid w:val="00AC3B04"/>
    <w:rsid w:val="00AC4547"/>
    <w:rsid w:val="00AC7893"/>
    <w:rsid w:val="00AD2B3B"/>
    <w:rsid w:val="00AD3458"/>
    <w:rsid w:val="00AD3A6D"/>
    <w:rsid w:val="00AD40B6"/>
    <w:rsid w:val="00AD68FF"/>
    <w:rsid w:val="00AD74F8"/>
    <w:rsid w:val="00AE2B6D"/>
    <w:rsid w:val="00AE3AB9"/>
    <w:rsid w:val="00AE7026"/>
    <w:rsid w:val="00AF08ED"/>
    <w:rsid w:val="00AF1AC9"/>
    <w:rsid w:val="00AF1C3D"/>
    <w:rsid w:val="00AF7BA8"/>
    <w:rsid w:val="00B005DE"/>
    <w:rsid w:val="00B00F53"/>
    <w:rsid w:val="00B01B2E"/>
    <w:rsid w:val="00B01CB6"/>
    <w:rsid w:val="00B032A3"/>
    <w:rsid w:val="00B05479"/>
    <w:rsid w:val="00B06864"/>
    <w:rsid w:val="00B073DB"/>
    <w:rsid w:val="00B07F8F"/>
    <w:rsid w:val="00B11897"/>
    <w:rsid w:val="00B152B5"/>
    <w:rsid w:val="00B15374"/>
    <w:rsid w:val="00B15EE5"/>
    <w:rsid w:val="00B16A9E"/>
    <w:rsid w:val="00B176B9"/>
    <w:rsid w:val="00B203F4"/>
    <w:rsid w:val="00B2303D"/>
    <w:rsid w:val="00B2309E"/>
    <w:rsid w:val="00B24BDC"/>
    <w:rsid w:val="00B2699B"/>
    <w:rsid w:val="00B30704"/>
    <w:rsid w:val="00B30DA1"/>
    <w:rsid w:val="00B30EC9"/>
    <w:rsid w:val="00B310FA"/>
    <w:rsid w:val="00B3251E"/>
    <w:rsid w:val="00B41232"/>
    <w:rsid w:val="00B4485D"/>
    <w:rsid w:val="00B44DED"/>
    <w:rsid w:val="00B50410"/>
    <w:rsid w:val="00B50412"/>
    <w:rsid w:val="00B5582C"/>
    <w:rsid w:val="00B55F21"/>
    <w:rsid w:val="00B573F4"/>
    <w:rsid w:val="00B6455E"/>
    <w:rsid w:val="00B65E53"/>
    <w:rsid w:val="00B66676"/>
    <w:rsid w:val="00B67319"/>
    <w:rsid w:val="00B7029C"/>
    <w:rsid w:val="00B71C35"/>
    <w:rsid w:val="00B72EE5"/>
    <w:rsid w:val="00B74E45"/>
    <w:rsid w:val="00B762F3"/>
    <w:rsid w:val="00B7633B"/>
    <w:rsid w:val="00B77383"/>
    <w:rsid w:val="00B85075"/>
    <w:rsid w:val="00B91D0C"/>
    <w:rsid w:val="00B949B0"/>
    <w:rsid w:val="00B9661E"/>
    <w:rsid w:val="00B96910"/>
    <w:rsid w:val="00BA204E"/>
    <w:rsid w:val="00BA3DD1"/>
    <w:rsid w:val="00BA6FFC"/>
    <w:rsid w:val="00BB22FD"/>
    <w:rsid w:val="00BB23BB"/>
    <w:rsid w:val="00BB268B"/>
    <w:rsid w:val="00BB30FE"/>
    <w:rsid w:val="00BB361A"/>
    <w:rsid w:val="00BB3A3F"/>
    <w:rsid w:val="00BB532D"/>
    <w:rsid w:val="00BB7680"/>
    <w:rsid w:val="00BB7711"/>
    <w:rsid w:val="00BC00AF"/>
    <w:rsid w:val="00BC20C6"/>
    <w:rsid w:val="00BC682F"/>
    <w:rsid w:val="00BD0686"/>
    <w:rsid w:val="00BD07CC"/>
    <w:rsid w:val="00BD0ADA"/>
    <w:rsid w:val="00BD11BF"/>
    <w:rsid w:val="00BD2CA6"/>
    <w:rsid w:val="00BD3A0F"/>
    <w:rsid w:val="00BD49C8"/>
    <w:rsid w:val="00BD5728"/>
    <w:rsid w:val="00BD574F"/>
    <w:rsid w:val="00BD72D8"/>
    <w:rsid w:val="00BD7572"/>
    <w:rsid w:val="00BE034C"/>
    <w:rsid w:val="00BE083D"/>
    <w:rsid w:val="00BE14F2"/>
    <w:rsid w:val="00BE2097"/>
    <w:rsid w:val="00BE53FD"/>
    <w:rsid w:val="00BE5BAC"/>
    <w:rsid w:val="00BF007C"/>
    <w:rsid w:val="00BF017E"/>
    <w:rsid w:val="00BF0C79"/>
    <w:rsid w:val="00BF2D7A"/>
    <w:rsid w:val="00BF63AF"/>
    <w:rsid w:val="00C00014"/>
    <w:rsid w:val="00C000D0"/>
    <w:rsid w:val="00C001A9"/>
    <w:rsid w:val="00C03FAE"/>
    <w:rsid w:val="00C04AB3"/>
    <w:rsid w:val="00C05070"/>
    <w:rsid w:val="00C1014C"/>
    <w:rsid w:val="00C1022B"/>
    <w:rsid w:val="00C11CA7"/>
    <w:rsid w:val="00C14BA0"/>
    <w:rsid w:val="00C16E0E"/>
    <w:rsid w:val="00C176C2"/>
    <w:rsid w:val="00C17C84"/>
    <w:rsid w:val="00C211AD"/>
    <w:rsid w:val="00C23811"/>
    <w:rsid w:val="00C3055A"/>
    <w:rsid w:val="00C3373A"/>
    <w:rsid w:val="00C35276"/>
    <w:rsid w:val="00C36D8B"/>
    <w:rsid w:val="00C4173B"/>
    <w:rsid w:val="00C417AF"/>
    <w:rsid w:val="00C443E2"/>
    <w:rsid w:val="00C44E95"/>
    <w:rsid w:val="00C4543D"/>
    <w:rsid w:val="00C45A98"/>
    <w:rsid w:val="00C45AF9"/>
    <w:rsid w:val="00C46548"/>
    <w:rsid w:val="00C46685"/>
    <w:rsid w:val="00C467F6"/>
    <w:rsid w:val="00C47C6A"/>
    <w:rsid w:val="00C5068B"/>
    <w:rsid w:val="00C53F94"/>
    <w:rsid w:val="00C55711"/>
    <w:rsid w:val="00C56E99"/>
    <w:rsid w:val="00C57B3B"/>
    <w:rsid w:val="00C57D7C"/>
    <w:rsid w:val="00C60675"/>
    <w:rsid w:val="00C60E4B"/>
    <w:rsid w:val="00C634CD"/>
    <w:rsid w:val="00C63FA7"/>
    <w:rsid w:val="00C6571F"/>
    <w:rsid w:val="00C70028"/>
    <w:rsid w:val="00C71414"/>
    <w:rsid w:val="00C747D4"/>
    <w:rsid w:val="00C80E99"/>
    <w:rsid w:val="00C82362"/>
    <w:rsid w:val="00C83052"/>
    <w:rsid w:val="00C832B9"/>
    <w:rsid w:val="00C842F9"/>
    <w:rsid w:val="00C84702"/>
    <w:rsid w:val="00C9017C"/>
    <w:rsid w:val="00C94D61"/>
    <w:rsid w:val="00CA5ACD"/>
    <w:rsid w:val="00CA74C7"/>
    <w:rsid w:val="00CA7DDC"/>
    <w:rsid w:val="00CB0961"/>
    <w:rsid w:val="00CB560D"/>
    <w:rsid w:val="00CB7EF3"/>
    <w:rsid w:val="00CB7F3F"/>
    <w:rsid w:val="00CC05E8"/>
    <w:rsid w:val="00CC2F76"/>
    <w:rsid w:val="00CC399C"/>
    <w:rsid w:val="00CC3E1E"/>
    <w:rsid w:val="00CC4230"/>
    <w:rsid w:val="00CC5851"/>
    <w:rsid w:val="00CC60F4"/>
    <w:rsid w:val="00CD2CA9"/>
    <w:rsid w:val="00CD2F90"/>
    <w:rsid w:val="00CD334C"/>
    <w:rsid w:val="00CE0ADB"/>
    <w:rsid w:val="00CE5002"/>
    <w:rsid w:val="00CE584E"/>
    <w:rsid w:val="00CE68CA"/>
    <w:rsid w:val="00CE6E61"/>
    <w:rsid w:val="00CE7391"/>
    <w:rsid w:val="00CE753B"/>
    <w:rsid w:val="00CE7C59"/>
    <w:rsid w:val="00CF123E"/>
    <w:rsid w:val="00CF239C"/>
    <w:rsid w:val="00CF34FE"/>
    <w:rsid w:val="00CF35D4"/>
    <w:rsid w:val="00CF48D8"/>
    <w:rsid w:val="00CF4EF4"/>
    <w:rsid w:val="00CF6344"/>
    <w:rsid w:val="00CF6D0C"/>
    <w:rsid w:val="00CF77FB"/>
    <w:rsid w:val="00D02C65"/>
    <w:rsid w:val="00D030BF"/>
    <w:rsid w:val="00D03319"/>
    <w:rsid w:val="00D03C5B"/>
    <w:rsid w:val="00D0467D"/>
    <w:rsid w:val="00D04F65"/>
    <w:rsid w:val="00D05540"/>
    <w:rsid w:val="00D07757"/>
    <w:rsid w:val="00D104C6"/>
    <w:rsid w:val="00D114DC"/>
    <w:rsid w:val="00D16FF1"/>
    <w:rsid w:val="00D20944"/>
    <w:rsid w:val="00D26B8E"/>
    <w:rsid w:val="00D27633"/>
    <w:rsid w:val="00D27D98"/>
    <w:rsid w:val="00D31791"/>
    <w:rsid w:val="00D363A1"/>
    <w:rsid w:val="00D37FEC"/>
    <w:rsid w:val="00D4018E"/>
    <w:rsid w:val="00D42A13"/>
    <w:rsid w:val="00D458DB"/>
    <w:rsid w:val="00D51D4F"/>
    <w:rsid w:val="00D573D3"/>
    <w:rsid w:val="00D57EE0"/>
    <w:rsid w:val="00D616A0"/>
    <w:rsid w:val="00D61CBA"/>
    <w:rsid w:val="00D626E6"/>
    <w:rsid w:val="00D641EC"/>
    <w:rsid w:val="00D66675"/>
    <w:rsid w:val="00D6726D"/>
    <w:rsid w:val="00D675E1"/>
    <w:rsid w:val="00D7035E"/>
    <w:rsid w:val="00D704E7"/>
    <w:rsid w:val="00D72D1B"/>
    <w:rsid w:val="00D72E9D"/>
    <w:rsid w:val="00D72FF6"/>
    <w:rsid w:val="00D74E09"/>
    <w:rsid w:val="00D7545E"/>
    <w:rsid w:val="00D75828"/>
    <w:rsid w:val="00D75D51"/>
    <w:rsid w:val="00D84CED"/>
    <w:rsid w:val="00D851DE"/>
    <w:rsid w:val="00D85E24"/>
    <w:rsid w:val="00D86A8B"/>
    <w:rsid w:val="00D86D87"/>
    <w:rsid w:val="00D87999"/>
    <w:rsid w:val="00D90BAC"/>
    <w:rsid w:val="00D91A21"/>
    <w:rsid w:val="00D934A9"/>
    <w:rsid w:val="00D93C26"/>
    <w:rsid w:val="00D96E19"/>
    <w:rsid w:val="00D97125"/>
    <w:rsid w:val="00DA0A15"/>
    <w:rsid w:val="00DA1B1B"/>
    <w:rsid w:val="00DA2CC5"/>
    <w:rsid w:val="00DA3416"/>
    <w:rsid w:val="00DA4E91"/>
    <w:rsid w:val="00DA55F8"/>
    <w:rsid w:val="00DB1024"/>
    <w:rsid w:val="00DB1068"/>
    <w:rsid w:val="00DB4659"/>
    <w:rsid w:val="00DB6F44"/>
    <w:rsid w:val="00DC054E"/>
    <w:rsid w:val="00DC141B"/>
    <w:rsid w:val="00DC6577"/>
    <w:rsid w:val="00DC7998"/>
    <w:rsid w:val="00DC7ED6"/>
    <w:rsid w:val="00DD3021"/>
    <w:rsid w:val="00DD4682"/>
    <w:rsid w:val="00DD623C"/>
    <w:rsid w:val="00DD6481"/>
    <w:rsid w:val="00DE2CF2"/>
    <w:rsid w:val="00DE370B"/>
    <w:rsid w:val="00DE3B0F"/>
    <w:rsid w:val="00E00C28"/>
    <w:rsid w:val="00E0277B"/>
    <w:rsid w:val="00E05D75"/>
    <w:rsid w:val="00E071A2"/>
    <w:rsid w:val="00E106F5"/>
    <w:rsid w:val="00E112D4"/>
    <w:rsid w:val="00E11AAF"/>
    <w:rsid w:val="00E120BB"/>
    <w:rsid w:val="00E1241A"/>
    <w:rsid w:val="00E14B09"/>
    <w:rsid w:val="00E206A3"/>
    <w:rsid w:val="00E215C9"/>
    <w:rsid w:val="00E22982"/>
    <w:rsid w:val="00E23B2B"/>
    <w:rsid w:val="00E257B0"/>
    <w:rsid w:val="00E26BE0"/>
    <w:rsid w:val="00E27A55"/>
    <w:rsid w:val="00E304A7"/>
    <w:rsid w:val="00E30EB3"/>
    <w:rsid w:val="00E31961"/>
    <w:rsid w:val="00E31A66"/>
    <w:rsid w:val="00E361A2"/>
    <w:rsid w:val="00E40D82"/>
    <w:rsid w:val="00E416F2"/>
    <w:rsid w:val="00E43B99"/>
    <w:rsid w:val="00E44627"/>
    <w:rsid w:val="00E44995"/>
    <w:rsid w:val="00E45658"/>
    <w:rsid w:val="00E53497"/>
    <w:rsid w:val="00E5397F"/>
    <w:rsid w:val="00E56731"/>
    <w:rsid w:val="00E60341"/>
    <w:rsid w:val="00E607C6"/>
    <w:rsid w:val="00E617CC"/>
    <w:rsid w:val="00E62C4F"/>
    <w:rsid w:val="00E6326B"/>
    <w:rsid w:val="00E70053"/>
    <w:rsid w:val="00E707A9"/>
    <w:rsid w:val="00E743B9"/>
    <w:rsid w:val="00E75220"/>
    <w:rsid w:val="00E76353"/>
    <w:rsid w:val="00E77DC0"/>
    <w:rsid w:val="00E82228"/>
    <w:rsid w:val="00E82D8E"/>
    <w:rsid w:val="00E8362B"/>
    <w:rsid w:val="00E862A7"/>
    <w:rsid w:val="00E90090"/>
    <w:rsid w:val="00E91663"/>
    <w:rsid w:val="00E9253B"/>
    <w:rsid w:val="00E92BF9"/>
    <w:rsid w:val="00E94283"/>
    <w:rsid w:val="00E96DC0"/>
    <w:rsid w:val="00E974D9"/>
    <w:rsid w:val="00EA0D3C"/>
    <w:rsid w:val="00EA1396"/>
    <w:rsid w:val="00EA3E0B"/>
    <w:rsid w:val="00EA6CAE"/>
    <w:rsid w:val="00EB063D"/>
    <w:rsid w:val="00EB0856"/>
    <w:rsid w:val="00EB4986"/>
    <w:rsid w:val="00EB4A18"/>
    <w:rsid w:val="00EB53A1"/>
    <w:rsid w:val="00EB7409"/>
    <w:rsid w:val="00EC2B1E"/>
    <w:rsid w:val="00EC3FFB"/>
    <w:rsid w:val="00EC60C9"/>
    <w:rsid w:val="00EC6B83"/>
    <w:rsid w:val="00ED2F18"/>
    <w:rsid w:val="00ED41D3"/>
    <w:rsid w:val="00ED5DCF"/>
    <w:rsid w:val="00ED6110"/>
    <w:rsid w:val="00ED6307"/>
    <w:rsid w:val="00EE2AD9"/>
    <w:rsid w:val="00EE6D1E"/>
    <w:rsid w:val="00EE7BA6"/>
    <w:rsid w:val="00EF0973"/>
    <w:rsid w:val="00EF2E70"/>
    <w:rsid w:val="00EF3143"/>
    <w:rsid w:val="00EF3E9F"/>
    <w:rsid w:val="00EF3F7C"/>
    <w:rsid w:val="00EF5F66"/>
    <w:rsid w:val="00EF61EF"/>
    <w:rsid w:val="00EF64A9"/>
    <w:rsid w:val="00F002D6"/>
    <w:rsid w:val="00F01584"/>
    <w:rsid w:val="00F021E4"/>
    <w:rsid w:val="00F043F0"/>
    <w:rsid w:val="00F047E2"/>
    <w:rsid w:val="00F054C9"/>
    <w:rsid w:val="00F05BF6"/>
    <w:rsid w:val="00F0764E"/>
    <w:rsid w:val="00F078CA"/>
    <w:rsid w:val="00F07ECE"/>
    <w:rsid w:val="00F12FFF"/>
    <w:rsid w:val="00F1420F"/>
    <w:rsid w:val="00F17A8B"/>
    <w:rsid w:val="00F17C81"/>
    <w:rsid w:val="00F17F29"/>
    <w:rsid w:val="00F2216A"/>
    <w:rsid w:val="00F22598"/>
    <w:rsid w:val="00F23A47"/>
    <w:rsid w:val="00F23B65"/>
    <w:rsid w:val="00F23C6E"/>
    <w:rsid w:val="00F248B7"/>
    <w:rsid w:val="00F25A5D"/>
    <w:rsid w:val="00F306EA"/>
    <w:rsid w:val="00F31044"/>
    <w:rsid w:val="00F31FBC"/>
    <w:rsid w:val="00F32116"/>
    <w:rsid w:val="00F32DE5"/>
    <w:rsid w:val="00F37548"/>
    <w:rsid w:val="00F40566"/>
    <w:rsid w:val="00F4088A"/>
    <w:rsid w:val="00F40A07"/>
    <w:rsid w:val="00F432BF"/>
    <w:rsid w:val="00F45D37"/>
    <w:rsid w:val="00F463FF"/>
    <w:rsid w:val="00F506F8"/>
    <w:rsid w:val="00F5290A"/>
    <w:rsid w:val="00F53F37"/>
    <w:rsid w:val="00F55255"/>
    <w:rsid w:val="00F6105D"/>
    <w:rsid w:val="00F62E12"/>
    <w:rsid w:val="00F63D5E"/>
    <w:rsid w:val="00F655B7"/>
    <w:rsid w:val="00F66F18"/>
    <w:rsid w:val="00F673F0"/>
    <w:rsid w:val="00F705C4"/>
    <w:rsid w:val="00F70D6E"/>
    <w:rsid w:val="00F73BEB"/>
    <w:rsid w:val="00F74BF4"/>
    <w:rsid w:val="00F74C30"/>
    <w:rsid w:val="00F74E37"/>
    <w:rsid w:val="00F75C58"/>
    <w:rsid w:val="00F75D89"/>
    <w:rsid w:val="00F76626"/>
    <w:rsid w:val="00F8057B"/>
    <w:rsid w:val="00F83611"/>
    <w:rsid w:val="00F8361A"/>
    <w:rsid w:val="00F855D6"/>
    <w:rsid w:val="00F85B6C"/>
    <w:rsid w:val="00F91B6E"/>
    <w:rsid w:val="00F92558"/>
    <w:rsid w:val="00F93E8F"/>
    <w:rsid w:val="00F94EDC"/>
    <w:rsid w:val="00F96D8D"/>
    <w:rsid w:val="00FA0F49"/>
    <w:rsid w:val="00FA1703"/>
    <w:rsid w:val="00FA412C"/>
    <w:rsid w:val="00FA52E6"/>
    <w:rsid w:val="00FA5359"/>
    <w:rsid w:val="00FA6A56"/>
    <w:rsid w:val="00FA73E0"/>
    <w:rsid w:val="00FA7485"/>
    <w:rsid w:val="00FA7F22"/>
    <w:rsid w:val="00FB084D"/>
    <w:rsid w:val="00FB1C44"/>
    <w:rsid w:val="00FB1F8F"/>
    <w:rsid w:val="00FB2049"/>
    <w:rsid w:val="00FB2389"/>
    <w:rsid w:val="00FB526F"/>
    <w:rsid w:val="00FB5430"/>
    <w:rsid w:val="00FB567B"/>
    <w:rsid w:val="00FB5FB3"/>
    <w:rsid w:val="00FB61C0"/>
    <w:rsid w:val="00FB716C"/>
    <w:rsid w:val="00FC0580"/>
    <w:rsid w:val="00FC1BAE"/>
    <w:rsid w:val="00FC23F0"/>
    <w:rsid w:val="00FC2F19"/>
    <w:rsid w:val="00FC516B"/>
    <w:rsid w:val="00FC634B"/>
    <w:rsid w:val="00FC797C"/>
    <w:rsid w:val="00FD1498"/>
    <w:rsid w:val="00FD3018"/>
    <w:rsid w:val="00FD3EFD"/>
    <w:rsid w:val="00FD4097"/>
    <w:rsid w:val="00FD4D16"/>
    <w:rsid w:val="00FD4DA3"/>
    <w:rsid w:val="00FD6013"/>
    <w:rsid w:val="00FD608A"/>
    <w:rsid w:val="00FD6A01"/>
    <w:rsid w:val="00FD7330"/>
    <w:rsid w:val="00FE1E4A"/>
    <w:rsid w:val="00FE2B54"/>
    <w:rsid w:val="00FE3592"/>
    <w:rsid w:val="00FE456A"/>
    <w:rsid w:val="00FE6207"/>
    <w:rsid w:val="00FE7C16"/>
    <w:rsid w:val="00FF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207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4120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  <w:style w:type="character" w:customStyle="1" w:styleId="10">
    <w:name w:val="Заголовок 1 Знак"/>
    <w:basedOn w:val="a0"/>
    <w:link w:val="1"/>
    <w:rsid w:val="008207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3">
    <w:name w:val="Сетка таблицы1"/>
    <w:basedOn w:val="a1"/>
    <w:next w:val="a7"/>
    <w:uiPriority w:val="59"/>
    <w:rsid w:val="00594E4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 Знак Знак Знак Знак Знак Знак Знак Знак Знак Знак"/>
    <w:basedOn w:val="a"/>
    <w:rsid w:val="00F73BE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">
    <w:name w:val="Сетка таблицы2"/>
    <w:basedOn w:val="a1"/>
    <w:next w:val="a7"/>
    <w:uiPriority w:val="59"/>
    <w:rsid w:val="008E42C2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59"/>
    <w:rsid w:val="001D5A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B01CB6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A476F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5D77EA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7"/>
    <w:uiPriority w:val="59"/>
    <w:rsid w:val="0090642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207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4120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  <w:style w:type="character" w:customStyle="1" w:styleId="10">
    <w:name w:val="Заголовок 1 Знак"/>
    <w:basedOn w:val="a0"/>
    <w:link w:val="1"/>
    <w:rsid w:val="008207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3">
    <w:name w:val="Сетка таблицы1"/>
    <w:basedOn w:val="a1"/>
    <w:next w:val="a7"/>
    <w:uiPriority w:val="59"/>
    <w:rsid w:val="00594E4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 Знак Знак Знак Знак Знак Знак Знак Знак Знак Знак"/>
    <w:basedOn w:val="a"/>
    <w:rsid w:val="00F73BE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">
    <w:name w:val="Сетка таблицы2"/>
    <w:basedOn w:val="a1"/>
    <w:next w:val="a7"/>
    <w:uiPriority w:val="59"/>
    <w:rsid w:val="008E42C2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59"/>
    <w:rsid w:val="001D5A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B01CB6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A476F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5D77EA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7"/>
    <w:uiPriority w:val="59"/>
    <w:rsid w:val="0090642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%20&#1042;&#1083;&#1072;&#1076;\&#1057;&#1090;&#1091;&#1076;&#1077;&#1085;&#1095;&#1077;&#1089;&#1090;&#1074;&#1086;\&#1055;&#1080;&#1089;&#1100;&#1084;&#1072;%202011\&#1053;&#1086;&#1074;&#1099;&#1081;%20&#1073;&#1083;&#1072;&#1085;%20&#1057;%20&#1058;&#1040;&#1043;%20&#1050;&#1054;&#1044;&#1054;&#1052;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BD2C6-1AF7-4678-9F5D-BA924486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</Template>
  <TotalTime>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Влад</dc:creator>
  <cp:lastModifiedBy>Алсу Н. Залялова</cp:lastModifiedBy>
  <cp:revision>5</cp:revision>
  <cp:lastPrinted>2019-07-25T14:57:00Z</cp:lastPrinted>
  <dcterms:created xsi:type="dcterms:W3CDTF">2021-12-28T08:56:00Z</dcterms:created>
  <dcterms:modified xsi:type="dcterms:W3CDTF">2022-01-20T05:27:00Z</dcterms:modified>
</cp:coreProperties>
</file>